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4CA" w:rsidRDefault="007664CA" w:rsidP="001B567A">
      <w:pPr>
        <w:jc w:val="center"/>
        <w:rPr>
          <w:rFonts w:ascii="Times New Roman" w:hAnsi="Times New Roman"/>
          <w:b/>
          <w:sz w:val="28"/>
          <w:szCs w:val="28"/>
        </w:rPr>
      </w:pPr>
      <w:r w:rsidRPr="001B567A">
        <w:rPr>
          <w:rFonts w:ascii="Times New Roman" w:hAnsi="Times New Roman"/>
          <w:b/>
          <w:sz w:val="28"/>
          <w:szCs w:val="28"/>
        </w:rPr>
        <w:t xml:space="preserve">Методические рекомендации по проведению </w:t>
      </w:r>
      <w:r>
        <w:rPr>
          <w:rFonts w:ascii="Times New Roman" w:hAnsi="Times New Roman"/>
          <w:b/>
          <w:sz w:val="28"/>
          <w:szCs w:val="28"/>
        </w:rPr>
        <w:t>муниципального этапа</w:t>
      </w:r>
      <w:r w:rsidRPr="001B567A">
        <w:rPr>
          <w:rFonts w:ascii="Times New Roman" w:hAnsi="Times New Roman"/>
          <w:b/>
          <w:sz w:val="28"/>
          <w:szCs w:val="28"/>
        </w:rPr>
        <w:t xml:space="preserve"> всероссийской олимпиады школьников по искусству (МХК) в 2022/23 учебном году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567A">
        <w:rPr>
          <w:rFonts w:ascii="Times New Roman" w:hAnsi="Times New Roman"/>
          <w:sz w:val="28"/>
          <w:szCs w:val="28"/>
        </w:rPr>
        <w:t xml:space="preserve">Утверждены на заседании центральной предметно-методической комиссии всероссийской олимпиады школьников по искусству 14.06.2022 г. (Протокол № 1). 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567A">
        <w:rPr>
          <w:rFonts w:ascii="Times New Roman" w:hAnsi="Times New Roman"/>
          <w:sz w:val="28"/>
          <w:szCs w:val="28"/>
        </w:rPr>
        <w:t xml:space="preserve">Настоящие рекомендации по организации и проведению </w:t>
      </w:r>
      <w:r>
        <w:rPr>
          <w:rFonts w:ascii="Times New Roman" w:hAnsi="Times New Roman"/>
          <w:sz w:val="28"/>
          <w:szCs w:val="28"/>
        </w:rPr>
        <w:t>муниципального этапа</w:t>
      </w:r>
      <w:r w:rsidRPr="001B567A">
        <w:rPr>
          <w:rFonts w:ascii="Times New Roman" w:hAnsi="Times New Roman"/>
          <w:sz w:val="28"/>
          <w:szCs w:val="28"/>
        </w:rPr>
        <w:t xml:space="preserve"> всероссийской олимпиады школьников (далее – олимпиада) по искусству (МХК) составлены в соответствии с Порядком проведения всероссийской олимпиады школьников, утвержденным приказом Министерства просвещения РФ от 27 ноября </w:t>
      </w:r>
      <w:smartTag w:uri="urn:schemas-microsoft-com:office:smarttags" w:element="metricconverter">
        <w:smartTagPr>
          <w:attr w:name="ProductID" w:val="2020 г"/>
        </w:smartTagPr>
        <w:r w:rsidRPr="001B567A">
          <w:rPr>
            <w:rFonts w:ascii="Times New Roman" w:hAnsi="Times New Roman"/>
            <w:sz w:val="28"/>
            <w:szCs w:val="28"/>
          </w:rPr>
          <w:t>2020 г</w:t>
        </w:r>
      </w:smartTag>
      <w:r w:rsidRPr="001B567A">
        <w:rPr>
          <w:rFonts w:ascii="Times New Roman" w:hAnsi="Times New Roman"/>
          <w:sz w:val="28"/>
          <w:szCs w:val="28"/>
        </w:rPr>
        <w:t>. № 678 «Об утверждении Порядка проведения всероссийской олимпиады школьников».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567A">
        <w:rPr>
          <w:rFonts w:ascii="Times New Roman" w:hAnsi="Times New Roman"/>
          <w:sz w:val="28"/>
          <w:szCs w:val="28"/>
        </w:rPr>
        <w:t xml:space="preserve"> Олимпиада по искусству (МХК) проводится в </w:t>
      </w:r>
      <w:r w:rsidRPr="001B567A">
        <w:rPr>
          <w:rFonts w:ascii="Times New Roman" w:hAnsi="Times New Roman"/>
          <w:i/>
          <w:sz w:val="28"/>
          <w:szCs w:val="28"/>
        </w:rPr>
        <w:t>целях</w:t>
      </w:r>
      <w:r w:rsidRPr="001B567A">
        <w:rPr>
          <w:rFonts w:ascii="Times New Roman" w:hAnsi="Times New Roman"/>
          <w:sz w:val="28"/>
          <w:szCs w:val="28"/>
        </w:rPr>
        <w:t xml:space="preserve"> выявления и развития у обучающихся творческих способностей и интереса к научной (научно-исследовательской) деятельно</w:t>
      </w:r>
      <w:r>
        <w:rPr>
          <w:rFonts w:ascii="Times New Roman" w:hAnsi="Times New Roman"/>
          <w:sz w:val="28"/>
          <w:szCs w:val="28"/>
        </w:rPr>
        <w:t>сти, пропаганды научных знаний.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567A">
        <w:rPr>
          <w:rFonts w:ascii="Times New Roman" w:hAnsi="Times New Roman"/>
          <w:i/>
          <w:sz w:val="28"/>
          <w:szCs w:val="28"/>
        </w:rPr>
        <w:t>Задачи олимпиады</w:t>
      </w:r>
      <w:r w:rsidRPr="001B567A">
        <w:rPr>
          <w:rFonts w:ascii="Times New Roman" w:hAnsi="Times New Roman"/>
          <w:sz w:val="28"/>
          <w:szCs w:val="28"/>
        </w:rPr>
        <w:t xml:space="preserve">: 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567A">
        <w:rPr>
          <w:rFonts w:ascii="Times New Roman" w:hAnsi="Times New Roman"/>
          <w:sz w:val="28"/>
          <w:szCs w:val="28"/>
        </w:rPr>
        <w:sym w:font="Symbol" w:char="F02D"/>
      </w:r>
      <w:r w:rsidRPr="001B567A">
        <w:rPr>
          <w:rFonts w:ascii="Times New Roman" w:hAnsi="Times New Roman"/>
          <w:sz w:val="28"/>
          <w:szCs w:val="28"/>
        </w:rPr>
        <w:t xml:space="preserve"> вовлечение обучающихся в олимпиадное движение;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567A">
        <w:rPr>
          <w:rFonts w:ascii="Times New Roman" w:hAnsi="Times New Roman"/>
          <w:sz w:val="28"/>
          <w:szCs w:val="28"/>
        </w:rPr>
        <w:t xml:space="preserve"> </w:t>
      </w:r>
      <w:r w:rsidRPr="001B567A">
        <w:rPr>
          <w:rFonts w:ascii="Times New Roman" w:hAnsi="Times New Roman"/>
          <w:sz w:val="28"/>
          <w:szCs w:val="28"/>
        </w:rPr>
        <w:sym w:font="Symbol" w:char="F02D"/>
      </w:r>
      <w:r w:rsidRPr="001B567A">
        <w:rPr>
          <w:rFonts w:ascii="Times New Roman" w:hAnsi="Times New Roman"/>
          <w:sz w:val="28"/>
          <w:szCs w:val="28"/>
        </w:rPr>
        <w:t xml:space="preserve"> выявление предметных интересов обучающихся, уровня их знаний и умений,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567A">
        <w:rPr>
          <w:rFonts w:ascii="Times New Roman" w:hAnsi="Times New Roman"/>
          <w:sz w:val="28"/>
          <w:szCs w:val="28"/>
        </w:rPr>
        <w:t xml:space="preserve"> </w:t>
      </w:r>
      <w:r w:rsidRPr="001B567A">
        <w:rPr>
          <w:rFonts w:ascii="Times New Roman" w:hAnsi="Times New Roman"/>
          <w:sz w:val="28"/>
          <w:szCs w:val="28"/>
        </w:rPr>
        <w:sym w:font="Symbol" w:char="F02D"/>
      </w:r>
      <w:r w:rsidRPr="001B567A">
        <w:rPr>
          <w:rFonts w:ascii="Times New Roman" w:hAnsi="Times New Roman"/>
          <w:sz w:val="28"/>
          <w:szCs w:val="28"/>
        </w:rPr>
        <w:t xml:space="preserve"> определение уровня развития ключевых (общекультурных, учебно-познавательных, коммуникативно-информационных, ценностно-смысловых) и специальных предметных компетенций; 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567A">
        <w:rPr>
          <w:rFonts w:ascii="Times New Roman" w:hAnsi="Times New Roman"/>
          <w:sz w:val="28"/>
          <w:szCs w:val="28"/>
        </w:rPr>
        <w:sym w:font="Symbol" w:char="F02D"/>
      </w:r>
      <w:r>
        <w:rPr>
          <w:rFonts w:ascii="Times New Roman" w:hAnsi="Times New Roman"/>
          <w:sz w:val="28"/>
          <w:szCs w:val="28"/>
        </w:rPr>
        <w:t xml:space="preserve"> выявление</w:t>
      </w:r>
      <w:r w:rsidRPr="001B567A">
        <w:rPr>
          <w:rFonts w:ascii="Times New Roman" w:hAnsi="Times New Roman"/>
          <w:sz w:val="28"/>
          <w:szCs w:val="28"/>
        </w:rPr>
        <w:t xml:space="preserve"> уровня общей культуры участников. 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выполнения заданий теоретического тура: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7-8 классы – 225 минут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 класс- 225 минут</w:t>
      </w:r>
    </w:p>
    <w:p w:rsidR="007664CA" w:rsidRPr="00381397" w:rsidRDefault="007664CA" w:rsidP="003813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 класс- 225 минут</w:t>
      </w:r>
    </w:p>
    <w:p w:rsidR="007664CA" w:rsidRDefault="007664CA" w:rsidP="003813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 класс- 225 минут</w:t>
      </w:r>
    </w:p>
    <w:p w:rsidR="007664CA" w:rsidRDefault="007664CA" w:rsidP="0038139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664CA" w:rsidRDefault="007664CA" w:rsidP="0038139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81397">
        <w:rPr>
          <w:rFonts w:ascii="Times New Roman" w:hAnsi="Times New Roman"/>
          <w:b/>
          <w:bCs/>
          <w:sz w:val="28"/>
          <w:szCs w:val="28"/>
        </w:rPr>
        <w:t>Необходимое материально-техническое обеспечение для выполнения олимпиадных заданий муниципального этапа олимпиады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0BCD">
        <w:rPr>
          <w:rFonts w:ascii="Times New Roman" w:hAnsi="Times New Roman"/>
          <w:sz w:val="28"/>
          <w:szCs w:val="28"/>
        </w:rPr>
        <w:t xml:space="preserve">Для проведения всех мероприятий олимпиады необходима соответствующая материальная база, которая включает в себя номенклатуру оборудования, необходимого для проведения двух туров: теоретического и творческого. </w:t>
      </w:r>
    </w:p>
    <w:p w:rsidR="007664CA" w:rsidRDefault="007664CA" w:rsidP="0038139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40BCD">
        <w:rPr>
          <w:rFonts w:ascii="Times New Roman" w:hAnsi="Times New Roman"/>
          <w:b/>
          <w:sz w:val="28"/>
          <w:szCs w:val="28"/>
        </w:rPr>
        <w:t>Теоретический тур</w:t>
      </w:r>
      <w:r w:rsidRPr="00140BCD">
        <w:rPr>
          <w:rFonts w:ascii="Times New Roman" w:hAnsi="Times New Roman"/>
          <w:sz w:val="28"/>
          <w:szCs w:val="28"/>
        </w:rPr>
        <w:t>.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0BCD">
        <w:rPr>
          <w:rFonts w:ascii="Times New Roman" w:hAnsi="Times New Roman"/>
          <w:sz w:val="28"/>
          <w:szCs w:val="28"/>
        </w:rPr>
        <w:t xml:space="preserve"> Каждому участнику должны быть предоставлены предусмотренные для выполнения заданий оборудование. Желательно обеспечить участников ручками с чернилами одного, установленного организатором цвета.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0BCD">
        <w:rPr>
          <w:rFonts w:ascii="Times New Roman" w:hAnsi="Times New Roman"/>
          <w:sz w:val="28"/>
          <w:szCs w:val="28"/>
        </w:rPr>
        <w:t xml:space="preserve"> Ре</w:t>
      </w:r>
      <w:r>
        <w:rPr>
          <w:rFonts w:ascii="Times New Roman" w:hAnsi="Times New Roman"/>
          <w:sz w:val="28"/>
          <w:szCs w:val="28"/>
        </w:rPr>
        <w:t>комендуется проведение муниципального</w:t>
      </w:r>
      <w:r w:rsidRPr="00140BCD">
        <w:rPr>
          <w:rFonts w:ascii="Times New Roman" w:hAnsi="Times New Roman"/>
          <w:sz w:val="28"/>
          <w:szCs w:val="28"/>
        </w:rPr>
        <w:t xml:space="preserve"> этапа в кабинете информатики.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8470"/>
      </w:tblGrid>
      <w:tr w:rsidR="007664CA" w:rsidRPr="008C044D" w:rsidTr="008C044D">
        <w:tc>
          <w:tcPr>
            <w:tcW w:w="1101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44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470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44D">
              <w:rPr>
                <w:rFonts w:ascii="Times New Roman" w:hAnsi="Times New Roman"/>
                <w:sz w:val="24"/>
                <w:szCs w:val="24"/>
              </w:rPr>
              <w:t>Название оборудования</w:t>
            </w:r>
          </w:p>
        </w:tc>
      </w:tr>
      <w:tr w:rsidR="007664CA" w:rsidRPr="008C044D" w:rsidTr="008C044D">
        <w:tc>
          <w:tcPr>
            <w:tcW w:w="1101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44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44D">
              <w:rPr>
                <w:rFonts w:ascii="Times New Roman" w:hAnsi="Times New Roman"/>
                <w:sz w:val="24"/>
                <w:szCs w:val="24"/>
              </w:rPr>
              <w:t>Персональный компьютер/ноутбук</w:t>
            </w:r>
          </w:p>
        </w:tc>
      </w:tr>
    </w:tbl>
    <w:p w:rsidR="007664CA" w:rsidRPr="00140BCD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Бланки заданий должны быть распечатаны на ЦВЕТНОМ!!! принтере. 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397">
        <w:rPr>
          <w:rFonts w:ascii="Times New Roman" w:hAnsi="Times New Roman"/>
          <w:bCs/>
          <w:sz w:val="28"/>
          <w:szCs w:val="28"/>
        </w:rPr>
        <w:t>Если такой возможности у организаторов нет</w:t>
      </w:r>
      <w:r>
        <w:rPr>
          <w:rFonts w:ascii="Times New Roman" w:hAnsi="Times New Roman"/>
          <w:b/>
          <w:sz w:val="28"/>
          <w:szCs w:val="28"/>
        </w:rPr>
        <w:t xml:space="preserve">, необходимо обеспечить  участникам просмотр цветных иллюстраций к заданиям на любом электронном носителе </w:t>
      </w:r>
      <w:r w:rsidRPr="00381397">
        <w:rPr>
          <w:rFonts w:ascii="Times New Roman" w:hAnsi="Times New Roman"/>
          <w:bCs/>
          <w:sz w:val="28"/>
          <w:szCs w:val="28"/>
        </w:rPr>
        <w:t xml:space="preserve">(компьютер, ноутбук, </w:t>
      </w:r>
      <w:r>
        <w:rPr>
          <w:rFonts w:ascii="Times New Roman" w:hAnsi="Times New Roman"/>
          <w:bCs/>
          <w:sz w:val="28"/>
          <w:szCs w:val="28"/>
        </w:rPr>
        <w:t>через проецирование изображений на экран</w:t>
      </w:r>
      <w:r w:rsidRPr="00381397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7664CA" w:rsidRPr="00381397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Также необходимо обеспечить каждого участника наушниками для работы с аудиофайлами (либо обеспечить доступ к прослушиванию в необходимое для участника время)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664CA" w:rsidRDefault="007664CA" w:rsidP="00F4393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4393E">
        <w:rPr>
          <w:rFonts w:ascii="Times New Roman" w:hAnsi="Times New Roman"/>
          <w:b/>
          <w:sz w:val="28"/>
          <w:szCs w:val="28"/>
        </w:rPr>
        <w:t>Творческий тур</w:t>
      </w:r>
    </w:p>
    <w:p w:rsidR="007664CA" w:rsidRDefault="007664CA" w:rsidP="00F4393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664CA" w:rsidRDefault="007664CA" w:rsidP="00F4393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для выполнения социокультурного проекта дается участникам не позднее, чем за 1 неделю до начала теоретического тура!!!</w:t>
      </w:r>
    </w:p>
    <w:p w:rsidR="007664CA" w:rsidRPr="00F4393E" w:rsidRDefault="007664CA" w:rsidP="00F4393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Выполненный проект представляется участником в предметное жюри в день проведения теоретического тура. Защита осуществляется участником (лично!!!) сразу  после теоретического тура. 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0BCD">
        <w:rPr>
          <w:rFonts w:ascii="Times New Roman" w:hAnsi="Times New Roman"/>
          <w:sz w:val="28"/>
          <w:szCs w:val="28"/>
        </w:rPr>
        <w:t>Для проведения</w:t>
      </w:r>
      <w:r>
        <w:rPr>
          <w:rFonts w:ascii="Times New Roman" w:hAnsi="Times New Roman"/>
          <w:sz w:val="28"/>
          <w:szCs w:val="28"/>
        </w:rPr>
        <w:t xml:space="preserve"> защиты социокультурных проектов</w:t>
      </w:r>
      <w:r w:rsidRPr="00140BCD">
        <w:rPr>
          <w:rFonts w:ascii="Times New Roman" w:hAnsi="Times New Roman"/>
          <w:sz w:val="28"/>
          <w:szCs w:val="28"/>
        </w:rPr>
        <w:t xml:space="preserve"> творческого тура центральная предметно-методическая комиссия рекомендует предусмотреть следующее оборудование: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8470"/>
      </w:tblGrid>
      <w:tr w:rsidR="007664CA" w:rsidRPr="008C044D" w:rsidTr="008C044D">
        <w:tc>
          <w:tcPr>
            <w:tcW w:w="1101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44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470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44D">
              <w:rPr>
                <w:rFonts w:ascii="Times New Roman" w:hAnsi="Times New Roman"/>
                <w:sz w:val="24"/>
                <w:szCs w:val="24"/>
              </w:rPr>
              <w:t>Название оборудования</w:t>
            </w:r>
          </w:p>
        </w:tc>
      </w:tr>
      <w:tr w:rsidR="007664CA" w:rsidRPr="008C044D" w:rsidTr="008C044D">
        <w:tc>
          <w:tcPr>
            <w:tcW w:w="1101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4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70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44D">
              <w:rPr>
                <w:rFonts w:ascii="Times New Roman" w:hAnsi="Times New Roman"/>
                <w:sz w:val="24"/>
                <w:szCs w:val="24"/>
              </w:rPr>
              <w:t>Мультимедийный проектор / интерактивная доска</w:t>
            </w:r>
          </w:p>
        </w:tc>
      </w:tr>
      <w:tr w:rsidR="007664CA" w:rsidRPr="008C044D" w:rsidTr="008C044D">
        <w:tc>
          <w:tcPr>
            <w:tcW w:w="1101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4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70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44D">
              <w:rPr>
                <w:rFonts w:ascii="Times New Roman" w:hAnsi="Times New Roman"/>
                <w:sz w:val="24"/>
                <w:szCs w:val="24"/>
              </w:rPr>
              <w:t>Экран для проецирования презентаций</w:t>
            </w:r>
          </w:p>
        </w:tc>
      </w:tr>
      <w:tr w:rsidR="007664CA" w:rsidRPr="008C044D" w:rsidTr="008C044D">
        <w:tc>
          <w:tcPr>
            <w:tcW w:w="1101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4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70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44D">
              <w:rPr>
                <w:rFonts w:ascii="Times New Roman" w:hAnsi="Times New Roman"/>
                <w:sz w:val="24"/>
                <w:szCs w:val="24"/>
              </w:rPr>
              <w:t>Акустические колонки / аудиоподготовка</w:t>
            </w:r>
          </w:p>
        </w:tc>
      </w:tr>
      <w:tr w:rsidR="007664CA" w:rsidRPr="008C044D" w:rsidTr="008C044D">
        <w:tc>
          <w:tcPr>
            <w:tcW w:w="1101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4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70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44D">
              <w:rPr>
                <w:rFonts w:ascii="Times New Roman" w:hAnsi="Times New Roman"/>
                <w:sz w:val="24"/>
                <w:szCs w:val="24"/>
              </w:rPr>
              <w:t>Ноутбук или компьютер</w:t>
            </w:r>
          </w:p>
        </w:tc>
      </w:tr>
      <w:tr w:rsidR="007664CA" w:rsidRPr="008C044D" w:rsidTr="008C044D">
        <w:tc>
          <w:tcPr>
            <w:tcW w:w="1101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4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70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44D">
              <w:rPr>
                <w:rFonts w:ascii="Times New Roman" w:hAnsi="Times New Roman"/>
                <w:sz w:val="24"/>
                <w:szCs w:val="24"/>
              </w:rPr>
              <w:t>Программное обеспечение, позволяющее демонстрировать презентации, видеофайлы, аудиофайлы</w:t>
            </w:r>
          </w:p>
        </w:tc>
      </w:tr>
      <w:tr w:rsidR="007664CA" w:rsidRPr="008C044D" w:rsidTr="008C044D">
        <w:tc>
          <w:tcPr>
            <w:tcW w:w="1101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44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70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44D">
              <w:rPr>
                <w:rFonts w:ascii="Times New Roman" w:hAnsi="Times New Roman"/>
                <w:sz w:val="24"/>
                <w:szCs w:val="24"/>
              </w:rPr>
              <w:t>Стенды или иные приспособления для размещения материалов творческого проекта</w:t>
            </w:r>
          </w:p>
        </w:tc>
      </w:tr>
    </w:tbl>
    <w:p w:rsidR="007664CA" w:rsidRPr="00140BCD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664CA" w:rsidRDefault="007664CA" w:rsidP="003F5BC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421AC">
        <w:rPr>
          <w:rFonts w:ascii="Times New Roman" w:hAnsi="Times New Roman"/>
          <w:b/>
          <w:sz w:val="28"/>
          <w:szCs w:val="28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21AC">
        <w:rPr>
          <w:rFonts w:ascii="Times New Roman" w:hAnsi="Times New Roman"/>
          <w:sz w:val="28"/>
          <w:szCs w:val="28"/>
        </w:rPr>
        <w:t>При выполнении заданий теоретического и творческого туров олимпиады допускается использование только справочных материалов, средств связи и электронно</w:t>
      </w:r>
      <w:r>
        <w:rPr>
          <w:rFonts w:ascii="Times New Roman" w:hAnsi="Times New Roman"/>
          <w:sz w:val="28"/>
          <w:szCs w:val="28"/>
        </w:rPr>
        <w:t>-</w:t>
      </w:r>
      <w:r w:rsidRPr="004421AC">
        <w:rPr>
          <w:rFonts w:ascii="Times New Roman" w:hAnsi="Times New Roman"/>
          <w:sz w:val="28"/>
          <w:szCs w:val="28"/>
        </w:rPr>
        <w:t>вычислительной техники, предоставленных организаторами, предусмотренных в заданиях и критериях оценивания. Запрещается пользоваться принесенными с собой калькуляторами справочными материалами, средствами связи и электронно-вычислительной техникой. Рекомендуется в качестве справочного материала использовать орфографический словарь (1-2 экземпляра на аудиторию).</w:t>
      </w:r>
    </w:p>
    <w:p w:rsidR="007664CA" w:rsidRDefault="007664CA" w:rsidP="003F5BC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D3814">
        <w:rPr>
          <w:rFonts w:ascii="Times New Roman" w:hAnsi="Times New Roman"/>
          <w:b/>
          <w:sz w:val="28"/>
          <w:szCs w:val="28"/>
        </w:rPr>
        <w:t>Критерии и методика оценивания выполненных олимпиадных заданий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814">
        <w:rPr>
          <w:rFonts w:ascii="Times New Roman" w:hAnsi="Times New Roman"/>
          <w:sz w:val="28"/>
          <w:szCs w:val="28"/>
        </w:rPr>
        <w:t>Система и методика оценивания олимпиадных заданий должна позволять объективно выявить реальный уровень подготовки участников олимпиады. При оценивании выполнения олимпиадных заданий школьного и муниципального этапов учитывается следующие критерии: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814">
        <w:rPr>
          <w:rFonts w:ascii="Times New Roman" w:hAnsi="Times New Roman"/>
          <w:sz w:val="28"/>
          <w:szCs w:val="28"/>
        </w:rPr>
        <w:sym w:font="Symbol" w:char="F02D"/>
      </w:r>
      <w:r w:rsidRPr="005D3814">
        <w:rPr>
          <w:rFonts w:ascii="Times New Roman" w:hAnsi="Times New Roman"/>
          <w:sz w:val="28"/>
          <w:szCs w:val="28"/>
        </w:rPr>
        <w:t xml:space="preserve"> глубина и широта понимания вопроса: логичное и оправданное расширение ответа на поставленный вопрос с использова</w:t>
      </w:r>
      <w:r>
        <w:rPr>
          <w:rFonts w:ascii="Times New Roman" w:hAnsi="Times New Roman"/>
          <w:sz w:val="28"/>
          <w:szCs w:val="28"/>
        </w:rPr>
        <w:t>нием внепрограммного материала;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814">
        <w:rPr>
          <w:rFonts w:ascii="Times New Roman" w:hAnsi="Times New Roman"/>
          <w:sz w:val="28"/>
          <w:szCs w:val="28"/>
        </w:rPr>
        <w:sym w:font="Symbol" w:char="F02D"/>
      </w:r>
      <w:r w:rsidRPr="005D3814">
        <w:rPr>
          <w:rFonts w:ascii="Times New Roman" w:hAnsi="Times New Roman"/>
          <w:sz w:val="28"/>
          <w:szCs w:val="28"/>
        </w:rPr>
        <w:t xml:space="preserve"> своеобразие подхода к раскрытию темы и идеи анализируемого произведения искусства (нахождение оправданно оригинальных критериев для системати</w:t>
      </w:r>
      <w:r>
        <w:rPr>
          <w:rFonts w:ascii="Times New Roman" w:hAnsi="Times New Roman"/>
          <w:sz w:val="28"/>
          <w:szCs w:val="28"/>
        </w:rPr>
        <w:t>зации предложенного материала);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814">
        <w:rPr>
          <w:rFonts w:ascii="Times New Roman" w:hAnsi="Times New Roman"/>
          <w:sz w:val="28"/>
          <w:szCs w:val="28"/>
        </w:rPr>
        <w:sym w:font="Symbol" w:char="F02D"/>
      </w:r>
      <w:r w:rsidRPr="005D3814">
        <w:rPr>
          <w:rFonts w:ascii="Times New Roman" w:hAnsi="Times New Roman"/>
          <w:sz w:val="28"/>
          <w:szCs w:val="28"/>
        </w:rPr>
        <w:t xml:space="preserve"> знание специальных терм</w:t>
      </w:r>
      <w:r>
        <w:rPr>
          <w:rFonts w:ascii="Times New Roman" w:hAnsi="Times New Roman"/>
          <w:sz w:val="28"/>
          <w:szCs w:val="28"/>
        </w:rPr>
        <w:t>инов и умение ими пользоваться;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814">
        <w:rPr>
          <w:rFonts w:ascii="Times New Roman" w:hAnsi="Times New Roman"/>
          <w:sz w:val="28"/>
          <w:szCs w:val="28"/>
        </w:rPr>
        <w:sym w:font="Symbol" w:char="F02D"/>
      </w:r>
      <w:r w:rsidRPr="005D3814">
        <w:rPr>
          <w:rFonts w:ascii="Times New Roman" w:hAnsi="Times New Roman"/>
          <w:sz w:val="28"/>
          <w:szCs w:val="28"/>
        </w:rPr>
        <w:t xml:space="preserve"> знание имен авторов, названий произведений искусства, места их нахождени</w:t>
      </w:r>
      <w:r>
        <w:rPr>
          <w:rFonts w:ascii="Times New Roman" w:hAnsi="Times New Roman"/>
          <w:sz w:val="28"/>
          <w:szCs w:val="28"/>
        </w:rPr>
        <w:t>я;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814">
        <w:rPr>
          <w:rFonts w:ascii="Times New Roman" w:hAnsi="Times New Roman"/>
          <w:sz w:val="28"/>
          <w:szCs w:val="28"/>
        </w:rPr>
        <w:sym w:font="Symbol" w:char="F02D"/>
      </w:r>
      <w:r w:rsidRPr="005D3814">
        <w:rPr>
          <w:rFonts w:ascii="Times New Roman" w:hAnsi="Times New Roman"/>
          <w:sz w:val="28"/>
          <w:szCs w:val="28"/>
        </w:rPr>
        <w:t xml:space="preserve"> умение проводить художественный</w:t>
      </w:r>
      <w:r>
        <w:rPr>
          <w:rFonts w:ascii="Times New Roman" w:hAnsi="Times New Roman"/>
          <w:sz w:val="28"/>
          <w:szCs w:val="28"/>
        </w:rPr>
        <w:t xml:space="preserve"> анализ произведения искусства;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814">
        <w:rPr>
          <w:rFonts w:ascii="Times New Roman" w:hAnsi="Times New Roman"/>
          <w:sz w:val="28"/>
          <w:szCs w:val="28"/>
        </w:rPr>
        <w:sym w:font="Symbol" w:char="F02D"/>
      </w:r>
      <w:r w:rsidRPr="005D3814">
        <w:rPr>
          <w:rFonts w:ascii="Times New Roman" w:hAnsi="Times New Roman"/>
          <w:sz w:val="28"/>
          <w:szCs w:val="28"/>
        </w:rPr>
        <w:t xml:space="preserve"> умение соотносить характерные черты произведения искусства со временем его создания, чертами культурно-исторической эпохи, напра</w:t>
      </w:r>
      <w:r>
        <w:rPr>
          <w:rFonts w:ascii="Times New Roman" w:hAnsi="Times New Roman"/>
          <w:sz w:val="28"/>
          <w:szCs w:val="28"/>
        </w:rPr>
        <w:t>вления или течения в искусстве;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814">
        <w:rPr>
          <w:rFonts w:ascii="Times New Roman" w:hAnsi="Times New Roman"/>
          <w:sz w:val="28"/>
          <w:szCs w:val="28"/>
        </w:rPr>
        <w:sym w:font="Symbol" w:char="F02D"/>
      </w:r>
      <w:r w:rsidRPr="005D3814">
        <w:rPr>
          <w:rFonts w:ascii="Times New Roman" w:hAnsi="Times New Roman"/>
          <w:sz w:val="28"/>
          <w:szCs w:val="28"/>
        </w:rPr>
        <w:t xml:space="preserve"> умение хронологически соотносить предл</w:t>
      </w:r>
      <w:r>
        <w:rPr>
          <w:rFonts w:ascii="Times New Roman" w:hAnsi="Times New Roman"/>
          <w:sz w:val="28"/>
          <w:szCs w:val="28"/>
        </w:rPr>
        <w:t>агаемые произведения искусства;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814">
        <w:rPr>
          <w:rFonts w:ascii="Times New Roman" w:hAnsi="Times New Roman"/>
          <w:sz w:val="28"/>
          <w:szCs w:val="28"/>
        </w:rPr>
        <w:sym w:font="Symbol" w:char="F02D"/>
      </w:r>
      <w:r w:rsidRPr="005D3814">
        <w:rPr>
          <w:rFonts w:ascii="Times New Roman" w:hAnsi="Times New Roman"/>
          <w:sz w:val="28"/>
          <w:szCs w:val="28"/>
        </w:rPr>
        <w:t xml:space="preserve"> умение проводить сравнительный анализ двух или нескольких произведений искусства (в то</w:t>
      </w:r>
      <w:r>
        <w:rPr>
          <w:rFonts w:ascii="Times New Roman" w:hAnsi="Times New Roman"/>
          <w:sz w:val="28"/>
          <w:szCs w:val="28"/>
        </w:rPr>
        <w:t>м числе разных видов искусств);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814">
        <w:rPr>
          <w:rFonts w:ascii="Times New Roman" w:hAnsi="Times New Roman"/>
          <w:sz w:val="28"/>
          <w:szCs w:val="28"/>
        </w:rPr>
        <w:sym w:font="Symbol" w:char="F02D"/>
      </w:r>
      <w:r w:rsidRPr="005D3814">
        <w:rPr>
          <w:rFonts w:ascii="Times New Roman" w:hAnsi="Times New Roman"/>
          <w:sz w:val="28"/>
          <w:szCs w:val="28"/>
        </w:rPr>
        <w:t xml:space="preserve"> логичность изложения</w:t>
      </w:r>
      <w:r>
        <w:rPr>
          <w:rFonts w:ascii="Times New Roman" w:hAnsi="Times New Roman"/>
          <w:sz w:val="28"/>
          <w:szCs w:val="28"/>
        </w:rPr>
        <w:t xml:space="preserve"> ответа на поставленный вопрос;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814">
        <w:rPr>
          <w:rFonts w:ascii="Times New Roman" w:hAnsi="Times New Roman"/>
          <w:sz w:val="28"/>
          <w:szCs w:val="28"/>
        </w:rPr>
        <w:sym w:font="Symbol" w:char="F02D"/>
      </w:r>
      <w:r w:rsidRPr="005D3814">
        <w:rPr>
          <w:rFonts w:ascii="Times New Roman" w:hAnsi="Times New Roman"/>
          <w:sz w:val="28"/>
          <w:szCs w:val="28"/>
        </w:rPr>
        <w:t xml:space="preserve"> аргументированность излагаемой в ответе позиции: приведение фактов</w:t>
      </w:r>
      <w:r>
        <w:rPr>
          <w:rFonts w:ascii="Times New Roman" w:hAnsi="Times New Roman"/>
          <w:sz w:val="28"/>
          <w:szCs w:val="28"/>
        </w:rPr>
        <w:t>, имен, названий, точек зрения;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814">
        <w:rPr>
          <w:rFonts w:ascii="Times New Roman" w:hAnsi="Times New Roman"/>
          <w:sz w:val="28"/>
          <w:szCs w:val="28"/>
        </w:rPr>
        <w:sym w:font="Symbol" w:char="F02D"/>
      </w:r>
      <w:r w:rsidRPr="005D3814">
        <w:rPr>
          <w:rFonts w:ascii="Times New Roman" w:hAnsi="Times New Roman"/>
          <w:sz w:val="28"/>
          <w:szCs w:val="28"/>
        </w:rPr>
        <w:t xml:space="preserve"> умение передавать свои впечатления от произведения искусства (лексич</w:t>
      </w:r>
      <w:r>
        <w:rPr>
          <w:rFonts w:ascii="Times New Roman" w:hAnsi="Times New Roman"/>
          <w:sz w:val="28"/>
          <w:szCs w:val="28"/>
        </w:rPr>
        <w:t>еский запас, владение стилями);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814">
        <w:rPr>
          <w:rFonts w:ascii="Times New Roman" w:hAnsi="Times New Roman"/>
          <w:sz w:val="28"/>
          <w:szCs w:val="28"/>
        </w:rPr>
        <w:sym w:font="Symbol" w:char="F02D"/>
      </w:r>
      <w:r w:rsidRPr="005D3814">
        <w:rPr>
          <w:rFonts w:ascii="Times New Roman" w:hAnsi="Times New Roman"/>
          <w:sz w:val="28"/>
          <w:szCs w:val="28"/>
        </w:rPr>
        <w:t xml:space="preserve"> грамотность изложения: отсутствие грубых речевых, грамматических, стилистических, орфографических (особенно в терминах, названиях жанров, направлений, произведений искусства, именах их а</w:t>
      </w:r>
      <w:r>
        <w:rPr>
          <w:rFonts w:ascii="Times New Roman" w:hAnsi="Times New Roman"/>
          <w:sz w:val="28"/>
          <w:szCs w:val="28"/>
        </w:rPr>
        <w:t>второв), пунктуационных ошибок;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814">
        <w:rPr>
          <w:rFonts w:ascii="Times New Roman" w:hAnsi="Times New Roman"/>
          <w:sz w:val="28"/>
          <w:szCs w:val="28"/>
        </w:rPr>
        <w:sym w:font="Symbol" w:char="F02D"/>
      </w:r>
      <w:r w:rsidRPr="005D3814">
        <w:rPr>
          <w:rFonts w:ascii="Times New Roman" w:hAnsi="Times New Roman"/>
          <w:sz w:val="28"/>
          <w:szCs w:val="28"/>
        </w:rPr>
        <w:t xml:space="preserve"> наличие или</w:t>
      </w:r>
      <w:r>
        <w:rPr>
          <w:rFonts w:ascii="Times New Roman" w:hAnsi="Times New Roman"/>
          <w:sz w:val="28"/>
          <w:szCs w:val="28"/>
        </w:rPr>
        <w:t xml:space="preserve"> отсутствие фактических ошибок.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814">
        <w:rPr>
          <w:rFonts w:ascii="Times New Roman" w:hAnsi="Times New Roman"/>
          <w:sz w:val="28"/>
          <w:szCs w:val="28"/>
        </w:rPr>
        <w:t>Баллы могут начислять за следующие пок</w:t>
      </w:r>
      <w:r>
        <w:rPr>
          <w:rFonts w:ascii="Times New Roman" w:hAnsi="Times New Roman"/>
          <w:sz w:val="28"/>
          <w:szCs w:val="28"/>
        </w:rPr>
        <w:t>азатели при выполнении задания: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814">
        <w:rPr>
          <w:rFonts w:ascii="Times New Roman" w:hAnsi="Times New Roman"/>
          <w:sz w:val="28"/>
          <w:szCs w:val="28"/>
        </w:rPr>
        <w:sym w:font="Symbol" w:char="F02D"/>
      </w:r>
      <w:r w:rsidRPr="005D3814">
        <w:rPr>
          <w:rFonts w:ascii="Times New Roman" w:hAnsi="Times New Roman"/>
          <w:sz w:val="28"/>
          <w:szCs w:val="28"/>
        </w:rPr>
        <w:t xml:space="preserve"> логика от</w:t>
      </w:r>
      <w:r>
        <w:rPr>
          <w:rFonts w:ascii="Times New Roman" w:hAnsi="Times New Roman"/>
          <w:sz w:val="28"/>
          <w:szCs w:val="28"/>
        </w:rPr>
        <w:t>вета на поставленный вопрос;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814">
        <w:rPr>
          <w:rFonts w:ascii="Times New Roman" w:hAnsi="Times New Roman"/>
          <w:sz w:val="28"/>
          <w:szCs w:val="28"/>
        </w:rPr>
        <w:sym w:font="Symbol" w:char="F02D"/>
      </w:r>
      <w:r w:rsidRPr="005D3814">
        <w:rPr>
          <w:rFonts w:ascii="Times New Roman" w:hAnsi="Times New Roman"/>
          <w:sz w:val="28"/>
          <w:szCs w:val="28"/>
        </w:rPr>
        <w:t xml:space="preserve"> правильный выбор принципа систематизации (классифи</w:t>
      </w:r>
      <w:r>
        <w:rPr>
          <w:rFonts w:ascii="Times New Roman" w:hAnsi="Times New Roman"/>
          <w:sz w:val="28"/>
          <w:szCs w:val="28"/>
        </w:rPr>
        <w:t>кации) предложенного материала;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814">
        <w:rPr>
          <w:rFonts w:ascii="Times New Roman" w:hAnsi="Times New Roman"/>
          <w:sz w:val="28"/>
          <w:szCs w:val="28"/>
        </w:rPr>
        <w:sym w:font="Symbol" w:char="F02D"/>
      </w:r>
      <w:r w:rsidRPr="005D3814">
        <w:rPr>
          <w:rFonts w:ascii="Times New Roman" w:hAnsi="Times New Roman"/>
          <w:sz w:val="28"/>
          <w:szCs w:val="28"/>
        </w:rPr>
        <w:t xml:space="preserve"> знание специальных </w:t>
      </w:r>
      <w:r>
        <w:rPr>
          <w:rFonts w:ascii="Times New Roman" w:hAnsi="Times New Roman"/>
          <w:sz w:val="28"/>
          <w:szCs w:val="28"/>
        </w:rPr>
        <w:t>терминов разных видов искусств;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814">
        <w:rPr>
          <w:rFonts w:ascii="Times New Roman" w:hAnsi="Times New Roman"/>
          <w:sz w:val="28"/>
          <w:szCs w:val="28"/>
        </w:rPr>
        <w:sym w:font="Symbol" w:char="F02D"/>
      </w:r>
      <w:r w:rsidRPr="005D3814">
        <w:rPr>
          <w:rFonts w:ascii="Times New Roman" w:hAnsi="Times New Roman"/>
          <w:sz w:val="28"/>
          <w:szCs w:val="28"/>
        </w:rPr>
        <w:t xml:space="preserve"> уместное использо</w:t>
      </w:r>
      <w:r>
        <w:rPr>
          <w:rFonts w:ascii="Times New Roman" w:hAnsi="Times New Roman"/>
          <w:sz w:val="28"/>
          <w:szCs w:val="28"/>
        </w:rPr>
        <w:t>вание специальной терминологии;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814">
        <w:rPr>
          <w:rFonts w:ascii="Times New Roman" w:hAnsi="Times New Roman"/>
          <w:sz w:val="28"/>
          <w:szCs w:val="28"/>
        </w:rPr>
        <w:sym w:font="Symbol" w:char="F02D"/>
      </w:r>
      <w:r w:rsidRPr="005D3814">
        <w:rPr>
          <w:rFonts w:ascii="Times New Roman" w:hAnsi="Times New Roman"/>
          <w:sz w:val="28"/>
          <w:szCs w:val="28"/>
        </w:rPr>
        <w:t xml:space="preserve"> знание имен авторов произведений разных видов искусств,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58F3">
        <w:rPr>
          <w:rFonts w:ascii="Times New Roman" w:hAnsi="Times New Roman"/>
          <w:sz w:val="28"/>
          <w:szCs w:val="28"/>
        </w:rPr>
        <w:sym w:font="Symbol" w:char="F02D"/>
      </w:r>
      <w:r w:rsidRPr="001D58F3">
        <w:rPr>
          <w:rFonts w:ascii="Times New Roman" w:hAnsi="Times New Roman"/>
          <w:sz w:val="28"/>
          <w:szCs w:val="28"/>
        </w:rPr>
        <w:t xml:space="preserve"> знание н</w:t>
      </w:r>
      <w:r>
        <w:rPr>
          <w:rFonts w:ascii="Times New Roman" w:hAnsi="Times New Roman"/>
          <w:sz w:val="28"/>
          <w:szCs w:val="28"/>
        </w:rPr>
        <w:t>азваний произведений искусства;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58F3">
        <w:rPr>
          <w:rFonts w:ascii="Times New Roman" w:hAnsi="Times New Roman"/>
          <w:sz w:val="28"/>
          <w:szCs w:val="28"/>
        </w:rPr>
        <w:sym w:font="Symbol" w:char="F02D"/>
      </w:r>
      <w:r w:rsidRPr="001D58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правильное употребление жанров;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58F3">
        <w:rPr>
          <w:rFonts w:ascii="Times New Roman" w:hAnsi="Times New Roman"/>
          <w:sz w:val="28"/>
          <w:szCs w:val="28"/>
        </w:rPr>
        <w:sym w:font="Symbol" w:char="F02D"/>
      </w:r>
      <w:r w:rsidRPr="001D58F3">
        <w:rPr>
          <w:rFonts w:ascii="Times New Roman" w:hAnsi="Times New Roman"/>
          <w:sz w:val="28"/>
          <w:szCs w:val="28"/>
        </w:rPr>
        <w:t xml:space="preserve"> знание места нах</w:t>
      </w:r>
      <w:r>
        <w:rPr>
          <w:rFonts w:ascii="Times New Roman" w:hAnsi="Times New Roman"/>
          <w:sz w:val="28"/>
          <w:szCs w:val="28"/>
        </w:rPr>
        <w:t>ождения произведений искусства;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58F3">
        <w:rPr>
          <w:rFonts w:ascii="Times New Roman" w:hAnsi="Times New Roman"/>
          <w:sz w:val="28"/>
          <w:szCs w:val="28"/>
        </w:rPr>
        <w:sym w:font="Symbol" w:char="F02D"/>
      </w:r>
      <w:r w:rsidRPr="001D58F3">
        <w:rPr>
          <w:rFonts w:ascii="Times New Roman" w:hAnsi="Times New Roman"/>
          <w:sz w:val="28"/>
          <w:szCs w:val="28"/>
        </w:rPr>
        <w:t xml:space="preserve"> знание периодизац</w:t>
      </w:r>
      <w:r>
        <w:rPr>
          <w:rFonts w:ascii="Times New Roman" w:hAnsi="Times New Roman"/>
          <w:sz w:val="28"/>
          <w:szCs w:val="28"/>
        </w:rPr>
        <w:t>ии культурно-исторических эпох;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58F3">
        <w:rPr>
          <w:rFonts w:ascii="Times New Roman" w:hAnsi="Times New Roman"/>
          <w:sz w:val="28"/>
          <w:szCs w:val="28"/>
        </w:rPr>
        <w:sym w:font="Symbol" w:char="F02D"/>
      </w:r>
      <w:r w:rsidRPr="001D58F3">
        <w:rPr>
          <w:rFonts w:ascii="Times New Roman" w:hAnsi="Times New Roman"/>
          <w:sz w:val="28"/>
          <w:szCs w:val="28"/>
        </w:rPr>
        <w:t xml:space="preserve"> знание характерных особенностей художественных стилей, направлений; 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58F3">
        <w:rPr>
          <w:rFonts w:ascii="Times New Roman" w:hAnsi="Times New Roman"/>
          <w:sz w:val="28"/>
          <w:szCs w:val="28"/>
        </w:rPr>
        <w:sym w:font="Symbol" w:char="F02D"/>
      </w:r>
      <w:r w:rsidRPr="001D58F3">
        <w:rPr>
          <w:rFonts w:ascii="Times New Roman" w:hAnsi="Times New Roman"/>
          <w:sz w:val="28"/>
          <w:szCs w:val="28"/>
        </w:rPr>
        <w:t xml:space="preserve"> проведение художественного анализа произведения искусства; 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58F3">
        <w:rPr>
          <w:rFonts w:ascii="Times New Roman" w:hAnsi="Times New Roman"/>
          <w:sz w:val="28"/>
          <w:szCs w:val="28"/>
        </w:rPr>
        <w:sym w:font="Symbol" w:char="F02D"/>
      </w:r>
      <w:r w:rsidRPr="001D58F3">
        <w:rPr>
          <w:rFonts w:ascii="Times New Roman" w:hAnsi="Times New Roman"/>
          <w:sz w:val="28"/>
          <w:szCs w:val="28"/>
        </w:rPr>
        <w:t xml:space="preserve"> проведение сравнительного анализа произведений искусств (двух и более, разных видов искусств);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58F3">
        <w:rPr>
          <w:rFonts w:ascii="Times New Roman" w:hAnsi="Times New Roman"/>
          <w:sz w:val="28"/>
          <w:szCs w:val="28"/>
        </w:rPr>
        <w:sym w:font="Symbol" w:char="F02D"/>
      </w:r>
      <w:r w:rsidRPr="001D58F3">
        <w:rPr>
          <w:rFonts w:ascii="Times New Roman" w:hAnsi="Times New Roman"/>
          <w:sz w:val="28"/>
          <w:szCs w:val="28"/>
        </w:rPr>
        <w:t xml:space="preserve"> соотнесение произведения искусства со временем его создания, чертами культурно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58F3">
        <w:rPr>
          <w:rFonts w:ascii="Times New Roman" w:hAnsi="Times New Roman"/>
          <w:sz w:val="28"/>
          <w:szCs w:val="28"/>
        </w:rPr>
        <w:t>исторической эпохи, напра</w:t>
      </w:r>
      <w:r>
        <w:rPr>
          <w:rFonts w:ascii="Times New Roman" w:hAnsi="Times New Roman"/>
          <w:sz w:val="28"/>
          <w:szCs w:val="28"/>
        </w:rPr>
        <w:t>вления или течения в искусстве;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58F3">
        <w:rPr>
          <w:rFonts w:ascii="Times New Roman" w:hAnsi="Times New Roman"/>
          <w:sz w:val="28"/>
          <w:szCs w:val="28"/>
        </w:rPr>
        <w:sym w:font="Symbol" w:char="F02D"/>
      </w:r>
      <w:r w:rsidRPr="001D58F3">
        <w:rPr>
          <w:rFonts w:ascii="Times New Roman" w:hAnsi="Times New Roman"/>
          <w:sz w:val="28"/>
          <w:szCs w:val="28"/>
        </w:rPr>
        <w:t xml:space="preserve"> хронологическое соотношение произведений искусств;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58F3">
        <w:rPr>
          <w:rFonts w:ascii="Times New Roman" w:hAnsi="Times New Roman"/>
          <w:sz w:val="28"/>
          <w:szCs w:val="28"/>
        </w:rPr>
        <w:sym w:font="Symbol" w:char="F02D"/>
      </w:r>
      <w:r w:rsidRPr="001D58F3">
        <w:rPr>
          <w:rFonts w:ascii="Times New Roman" w:hAnsi="Times New Roman"/>
          <w:sz w:val="28"/>
          <w:szCs w:val="28"/>
        </w:rPr>
        <w:t xml:space="preserve"> аргументация (приведение фактов,</w:t>
      </w:r>
      <w:r>
        <w:rPr>
          <w:rFonts w:ascii="Times New Roman" w:hAnsi="Times New Roman"/>
          <w:sz w:val="28"/>
          <w:szCs w:val="28"/>
        </w:rPr>
        <w:t xml:space="preserve"> имен, названий, точек зрения);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58F3">
        <w:rPr>
          <w:rFonts w:ascii="Times New Roman" w:hAnsi="Times New Roman"/>
          <w:sz w:val="28"/>
          <w:szCs w:val="28"/>
        </w:rPr>
        <w:sym w:font="Symbol" w:char="F02D"/>
      </w:r>
      <w:r w:rsidRPr="001D58F3">
        <w:rPr>
          <w:rFonts w:ascii="Times New Roman" w:hAnsi="Times New Roman"/>
          <w:sz w:val="28"/>
          <w:szCs w:val="28"/>
        </w:rPr>
        <w:t xml:space="preserve"> передача впечатлений от произведения искусства </w:t>
      </w:r>
      <w:r>
        <w:rPr>
          <w:rFonts w:ascii="Times New Roman" w:hAnsi="Times New Roman"/>
          <w:sz w:val="28"/>
          <w:szCs w:val="28"/>
        </w:rPr>
        <w:t>(лексика, стилистика).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58F3">
        <w:rPr>
          <w:rFonts w:ascii="Times New Roman" w:hAnsi="Times New Roman"/>
          <w:sz w:val="28"/>
          <w:szCs w:val="28"/>
        </w:rPr>
        <w:t xml:space="preserve">При наличии фактических ошибок в терминологии, фамилии и имени автора баллы не начисляются. 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CA" w:rsidRPr="001D58F3" w:rsidRDefault="007664CA" w:rsidP="003F5BC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1D58F3">
        <w:rPr>
          <w:rFonts w:ascii="Times New Roman" w:hAnsi="Times New Roman"/>
          <w:b/>
          <w:sz w:val="28"/>
          <w:szCs w:val="28"/>
        </w:rPr>
        <w:t>Примерный перечень критериев для оценки социокультурного проекта (меняется в зависимости от тем</w:t>
      </w:r>
      <w:r>
        <w:rPr>
          <w:rFonts w:ascii="Times New Roman" w:hAnsi="Times New Roman"/>
          <w:b/>
          <w:sz w:val="28"/>
          <w:szCs w:val="28"/>
        </w:rPr>
        <w:t>атики социокультурного проекта)</w:t>
      </w:r>
    </w:p>
    <w:bookmarkEnd w:id="0"/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58F3">
        <w:rPr>
          <w:rFonts w:ascii="Times New Roman" w:hAnsi="Times New Roman"/>
          <w:sz w:val="28"/>
          <w:szCs w:val="28"/>
        </w:rPr>
        <w:t xml:space="preserve">Участник точно выполняет предложенное техническое задание. По </w:t>
      </w:r>
      <w:r w:rsidRPr="0052510F">
        <w:rPr>
          <w:rFonts w:ascii="Times New Roman" w:hAnsi="Times New Roman"/>
          <w:b/>
          <w:sz w:val="28"/>
          <w:szCs w:val="28"/>
        </w:rPr>
        <w:t xml:space="preserve">2 балла </w:t>
      </w:r>
      <w:r w:rsidRPr="001D58F3">
        <w:rPr>
          <w:rFonts w:ascii="Times New Roman" w:hAnsi="Times New Roman"/>
          <w:sz w:val="28"/>
          <w:szCs w:val="28"/>
        </w:rPr>
        <w:t xml:space="preserve">за каждый удачно составленный слайд. </w:t>
      </w:r>
      <w:r w:rsidRPr="0052510F">
        <w:rPr>
          <w:rFonts w:ascii="Times New Roman" w:hAnsi="Times New Roman"/>
          <w:b/>
          <w:sz w:val="28"/>
          <w:szCs w:val="28"/>
        </w:rPr>
        <w:t>10 баллов</w:t>
      </w:r>
      <w:r w:rsidRPr="001D58F3">
        <w:rPr>
          <w:rFonts w:ascii="Times New Roman" w:hAnsi="Times New Roman"/>
          <w:sz w:val="28"/>
          <w:szCs w:val="28"/>
        </w:rPr>
        <w:t xml:space="preserve">. 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58F3">
        <w:rPr>
          <w:rFonts w:ascii="Times New Roman" w:hAnsi="Times New Roman"/>
          <w:sz w:val="28"/>
          <w:szCs w:val="28"/>
        </w:rPr>
        <w:t xml:space="preserve">В презентации представлены биографические данные выбранного автора. По </w:t>
      </w:r>
      <w:r w:rsidRPr="0052510F">
        <w:rPr>
          <w:rFonts w:ascii="Times New Roman" w:hAnsi="Times New Roman"/>
          <w:b/>
          <w:sz w:val="28"/>
          <w:szCs w:val="28"/>
        </w:rPr>
        <w:t>2 балла</w:t>
      </w:r>
      <w:r w:rsidRPr="001D58F3">
        <w:rPr>
          <w:rFonts w:ascii="Times New Roman" w:hAnsi="Times New Roman"/>
          <w:sz w:val="28"/>
          <w:szCs w:val="28"/>
        </w:rPr>
        <w:t xml:space="preserve"> за каждый значимый факт. Не более </w:t>
      </w:r>
      <w:r w:rsidRPr="0052510F">
        <w:rPr>
          <w:rFonts w:ascii="Times New Roman" w:hAnsi="Times New Roman"/>
          <w:b/>
          <w:sz w:val="28"/>
          <w:szCs w:val="28"/>
        </w:rPr>
        <w:t>10 баллов</w:t>
      </w:r>
      <w:r w:rsidRPr="001D58F3">
        <w:rPr>
          <w:rFonts w:ascii="Times New Roman" w:hAnsi="Times New Roman"/>
          <w:sz w:val="28"/>
          <w:szCs w:val="28"/>
        </w:rPr>
        <w:t xml:space="preserve">. 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58F3">
        <w:rPr>
          <w:rFonts w:ascii="Times New Roman" w:hAnsi="Times New Roman"/>
          <w:sz w:val="28"/>
          <w:szCs w:val="28"/>
        </w:rPr>
        <w:t xml:space="preserve">В презентации содержатся отсылки к мемориальным местам, музеям и коллекциям, в которых хранятся работы. По </w:t>
      </w:r>
      <w:r w:rsidRPr="0052510F">
        <w:rPr>
          <w:rFonts w:ascii="Times New Roman" w:hAnsi="Times New Roman"/>
          <w:b/>
          <w:sz w:val="28"/>
          <w:szCs w:val="28"/>
        </w:rPr>
        <w:t>2 балла</w:t>
      </w:r>
      <w:r w:rsidRPr="001D58F3">
        <w:rPr>
          <w:rFonts w:ascii="Times New Roman" w:hAnsi="Times New Roman"/>
          <w:sz w:val="28"/>
          <w:szCs w:val="28"/>
        </w:rPr>
        <w:t xml:space="preserve"> за каждое значимое называние. Не более </w:t>
      </w:r>
      <w:r w:rsidRPr="0052510F">
        <w:rPr>
          <w:rFonts w:ascii="Times New Roman" w:hAnsi="Times New Roman"/>
          <w:b/>
          <w:sz w:val="28"/>
          <w:szCs w:val="28"/>
        </w:rPr>
        <w:t>10 баллов</w:t>
      </w:r>
      <w:r w:rsidRPr="001D58F3">
        <w:rPr>
          <w:rFonts w:ascii="Times New Roman" w:hAnsi="Times New Roman"/>
          <w:sz w:val="28"/>
          <w:szCs w:val="28"/>
        </w:rPr>
        <w:t xml:space="preserve">. 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58F3">
        <w:rPr>
          <w:rFonts w:ascii="Times New Roman" w:hAnsi="Times New Roman"/>
          <w:sz w:val="28"/>
          <w:szCs w:val="28"/>
        </w:rPr>
        <w:t xml:space="preserve">В презентации уделяется внимание анализу произведений. По </w:t>
      </w:r>
      <w:r w:rsidRPr="0052510F">
        <w:rPr>
          <w:rFonts w:ascii="Times New Roman" w:hAnsi="Times New Roman"/>
          <w:b/>
          <w:sz w:val="28"/>
          <w:szCs w:val="28"/>
        </w:rPr>
        <w:t>2 балла</w:t>
      </w:r>
      <w:r w:rsidRPr="001D58F3">
        <w:rPr>
          <w:rFonts w:ascii="Times New Roman" w:hAnsi="Times New Roman"/>
          <w:sz w:val="28"/>
          <w:szCs w:val="28"/>
        </w:rPr>
        <w:t xml:space="preserve"> за каждое замечание, связанное с анализом. Не более </w:t>
      </w:r>
      <w:r w:rsidRPr="0052510F">
        <w:rPr>
          <w:rFonts w:ascii="Times New Roman" w:hAnsi="Times New Roman"/>
          <w:b/>
          <w:sz w:val="28"/>
          <w:szCs w:val="28"/>
        </w:rPr>
        <w:t>10 баллов</w:t>
      </w:r>
      <w:r w:rsidRPr="001D58F3">
        <w:rPr>
          <w:rFonts w:ascii="Times New Roman" w:hAnsi="Times New Roman"/>
          <w:sz w:val="28"/>
          <w:szCs w:val="28"/>
        </w:rPr>
        <w:t>.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58F3">
        <w:rPr>
          <w:rFonts w:ascii="Times New Roman" w:hAnsi="Times New Roman"/>
          <w:sz w:val="28"/>
          <w:szCs w:val="28"/>
        </w:rPr>
        <w:t xml:space="preserve">Участник рассматривает творчество выбранного художника в соотнесении с особенностями художественно-исторического времени. По </w:t>
      </w:r>
      <w:r w:rsidRPr="0052510F">
        <w:rPr>
          <w:rFonts w:ascii="Times New Roman" w:hAnsi="Times New Roman"/>
          <w:b/>
          <w:sz w:val="28"/>
          <w:szCs w:val="28"/>
        </w:rPr>
        <w:t>4 балла</w:t>
      </w:r>
      <w:r w:rsidRPr="001D58F3">
        <w:rPr>
          <w:rFonts w:ascii="Times New Roman" w:hAnsi="Times New Roman"/>
          <w:sz w:val="28"/>
          <w:szCs w:val="28"/>
        </w:rPr>
        <w:t xml:space="preserve"> за каждую особенность времени. Не более </w:t>
      </w:r>
      <w:r w:rsidRPr="0052510F">
        <w:rPr>
          <w:rFonts w:ascii="Times New Roman" w:hAnsi="Times New Roman"/>
          <w:b/>
          <w:sz w:val="28"/>
          <w:szCs w:val="28"/>
        </w:rPr>
        <w:t>20 баллов</w:t>
      </w:r>
      <w:r w:rsidRPr="001D58F3">
        <w:rPr>
          <w:rFonts w:ascii="Times New Roman" w:hAnsi="Times New Roman"/>
          <w:sz w:val="28"/>
          <w:szCs w:val="28"/>
        </w:rPr>
        <w:t xml:space="preserve">. 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58F3">
        <w:rPr>
          <w:rFonts w:ascii="Times New Roman" w:hAnsi="Times New Roman"/>
          <w:sz w:val="28"/>
          <w:szCs w:val="28"/>
        </w:rPr>
        <w:t xml:space="preserve">В презентации представлен диалог культур, рассмотрена связь произведений выбранного художника с предшествующими или последующими явлениями искусства. По </w:t>
      </w:r>
      <w:r w:rsidRPr="0052510F">
        <w:rPr>
          <w:rFonts w:ascii="Times New Roman" w:hAnsi="Times New Roman"/>
          <w:b/>
          <w:sz w:val="28"/>
          <w:szCs w:val="28"/>
        </w:rPr>
        <w:t>4 балла</w:t>
      </w:r>
      <w:r w:rsidRPr="001D58F3">
        <w:rPr>
          <w:rFonts w:ascii="Times New Roman" w:hAnsi="Times New Roman"/>
          <w:sz w:val="28"/>
          <w:szCs w:val="28"/>
        </w:rPr>
        <w:t xml:space="preserve"> за каждое соотнесение. Не более </w:t>
      </w:r>
      <w:r w:rsidRPr="0052510F">
        <w:rPr>
          <w:rFonts w:ascii="Times New Roman" w:hAnsi="Times New Roman"/>
          <w:b/>
          <w:sz w:val="28"/>
          <w:szCs w:val="28"/>
        </w:rPr>
        <w:t>20 баллов</w:t>
      </w:r>
      <w:r w:rsidRPr="001D58F3">
        <w:rPr>
          <w:rFonts w:ascii="Times New Roman" w:hAnsi="Times New Roman"/>
          <w:sz w:val="28"/>
          <w:szCs w:val="28"/>
        </w:rPr>
        <w:t xml:space="preserve">. 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58F3">
        <w:rPr>
          <w:rFonts w:ascii="Times New Roman" w:hAnsi="Times New Roman"/>
          <w:sz w:val="28"/>
          <w:szCs w:val="28"/>
        </w:rPr>
        <w:t xml:space="preserve">Участник находит интересные, редкие иллюстрации и факты. По </w:t>
      </w:r>
      <w:r w:rsidRPr="0052510F">
        <w:rPr>
          <w:rFonts w:ascii="Times New Roman" w:hAnsi="Times New Roman"/>
          <w:b/>
          <w:sz w:val="28"/>
          <w:szCs w:val="28"/>
        </w:rPr>
        <w:t>4 балла</w:t>
      </w:r>
      <w:r w:rsidRPr="001D58F3">
        <w:rPr>
          <w:rFonts w:ascii="Times New Roman" w:hAnsi="Times New Roman"/>
          <w:sz w:val="28"/>
          <w:szCs w:val="28"/>
        </w:rPr>
        <w:t xml:space="preserve"> за каждый интересный и редкий факт. Не более </w:t>
      </w:r>
      <w:r w:rsidRPr="0052510F">
        <w:rPr>
          <w:rFonts w:ascii="Times New Roman" w:hAnsi="Times New Roman"/>
          <w:b/>
          <w:sz w:val="28"/>
          <w:szCs w:val="28"/>
        </w:rPr>
        <w:t>16 баллов</w:t>
      </w:r>
      <w:r>
        <w:rPr>
          <w:rFonts w:ascii="Times New Roman" w:hAnsi="Times New Roman"/>
          <w:sz w:val="28"/>
          <w:szCs w:val="28"/>
        </w:rPr>
        <w:t>.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58F3">
        <w:rPr>
          <w:rFonts w:ascii="Times New Roman" w:hAnsi="Times New Roman"/>
          <w:sz w:val="28"/>
          <w:szCs w:val="28"/>
        </w:rPr>
        <w:t xml:space="preserve">Участник использует авторитетные ресурсы, сайты, библиотеки и делает на них ссылки. </w:t>
      </w:r>
      <w:r w:rsidRPr="0052510F">
        <w:rPr>
          <w:rFonts w:ascii="Times New Roman" w:hAnsi="Times New Roman"/>
          <w:b/>
          <w:sz w:val="28"/>
          <w:szCs w:val="28"/>
        </w:rPr>
        <w:t>4 балла</w:t>
      </w:r>
      <w:r w:rsidRPr="001D58F3">
        <w:rPr>
          <w:rFonts w:ascii="Times New Roman" w:hAnsi="Times New Roman"/>
          <w:sz w:val="28"/>
          <w:szCs w:val="28"/>
        </w:rPr>
        <w:t>.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405">
        <w:rPr>
          <w:rFonts w:ascii="Times New Roman" w:hAnsi="Times New Roman"/>
          <w:sz w:val="28"/>
          <w:szCs w:val="28"/>
        </w:rPr>
        <w:t>При разработке методики оценивания олимпиадных заданий предметно</w:t>
      </w:r>
      <w:r>
        <w:rPr>
          <w:rFonts w:ascii="Times New Roman" w:hAnsi="Times New Roman"/>
          <w:sz w:val="28"/>
          <w:szCs w:val="28"/>
        </w:rPr>
        <w:t>-</w:t>
      </w:r>
      <w:r w:rsidRPr="00601405">
        <w:rPr>
          <w:rFonts w:ascii="Times New Roman" w:hAnsi="Times New Roman"/>
          <w:sz w:val="28"/>
          <w:szCs w:val="28"/>
        </w:rPr>
        <w:t>методи</w:t>
      </w:r>
      <w:r>
        <w:rPr>
          <w:rFonts w:ascii="Times New Roman" w:hAnsi="Times New Roman"/>
          <w:sz w:val="28"/>
          <w:szCs w:val="28"/>
        </w:rPr>
        <w:t>ческим комиссиям рекомендуется: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405">
        <w:rPr>
          <w:rFonts w:ascii="Times New Roman" w:hAnsi="Times New Roman"/>
          <w:sz w:val="28"/>
          <w:szCs w:val="28"/>
        </w:rPr>
        <w:sym w:font="Symbol" w:char="F02D"/>
      </w:r>
      <w:r w:rsidRPr="00601405">
        <w:rPr>
          <w:rFonts w:ascii="Times New Roman" w:hAnsi="Times New Roman"/>
          <w:sz w:val="28"/>
          <w:szCs w:val="28"/>
        </w:rPr>
        <w:t xml:space="preserve"> по всем заданиям теоретического и творческого туров начисление баллов производить</w:t>
      </w:r>
      <w:r>
        <w:rPr>
          <w:rFonts w:ascii="Times New Roman" w:hAnsi="Times New Roman"/>
          <w:sz w:val="28"/>
          <w:szCs w:val="28"/>
        </w:rPr>
        <w:t xml:space="preserve"> целыми, а не дробными числами;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405">
        <w:rPr>
          <w:rFonts w:ascii="Times New Roman" w:hAnsi="Times New Roman"/>
          <w:sz w:val="28"/>
          <w:szCs w:val="28"/>
        </w:rPr>
        <w:sym w:font="Symbol" w:char="F02D"/>
      </w:r>
      <w:r w:rsidRPr="00601405">
        <w:rPr>
          <w:rFonts w:ascii="Times New Roman" w:hAnsi="Times New Roman"/>
          <w:sz w:val="28"/>
          <w:szCs w:val="28"/>
        </w:rPr>
        <w:t xml:space="preserve"> размер максимальных баллов за задания установить в зависимости от уровня сложности задания, за задания одного уровня сложности начислять одинаковый максимальный балл; 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405">
        <w:rPr>
          <w:rFonts w:ascii="Times New Roman" w:hAnsi="Times New Roman"/>
          <w:sz w:val="28"/>
          <w:szCs w:val="28"/>
        </w:rPr>
        <w:sym w:font="Symbol" w:char="F02D"/>
      </w:r>
      <w:r w:rsidRPr="00601405">
        <w:rPr>
          <w:rFonts w:ascii="Times New Roman" w:hAnsi="Times New Roman"/>
          <w:sz w:val="28"/>
          <w:szCs w:val="28"/>
        </w:rPr>
        <w:t xml:space="preserve"> общий результат по итогам как теоретического, так и творческого туров оценивать путем сложения баллов за каждый тур. 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405">
        <w:rPr>
          <w:rFonts w:ascii="Times New Roman" w:hAnsi="Times New Roman"/>
          <w:sz w:val="28"/>
          <w:szCs w:val="28"/>
        </w:rPr>
        <w:t xml:space="preserve">Оценка выполнения участником любого задания не может быть отрицательной, минимальная оценка, выставляемая за выполнение отдельно взятого задания 0 баллов. 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405">
        <w:rPr>
          <w:rFonts w:ascii="Times New Roman" w:hAnsi="Times New Roman"/>
          <w:sz w:val="28"/>
          <w:szCs w:val="28"/>
        </w:rPr>
        <w:t xml:space="preserve">Итоговая оценка за выполнение заданий определяется путём сложения суммы баллов, набранных участником за выполнение заданий теоретического и творческого туров с последующим приведением к 100 балльной системе. 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405">
        <w:rPr>
          <w:rFonts w:ascii="Times New Roman" w:hAnsi="Times New Roman"/>
          <w:sz w:val="28"/>
          <w:szCs w:val="28"/>
        </w:rPr>
        <w:t xml:space="preserve">Рекомендуемое максимальное количество баллов за теоретический тур не более 200 баллов; за творческий тур не более 100 баллов. 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405">
        <w:rPr>
          <w:rFonts w:ascii="Times New Roman" w:hAnsi="Times New Roman"/>
          <w:sz w:val="28"/>
          <w:szCs w:val="28"/>
        </w:rPr>
        <w:t>Для перевода первичных баллов в сто балльную систему следуе</w:t>
      </w:r>
      <w:r>
        <w:rPr>
          <w:rFonts w:ascii="Times New Roman" w:hAnsi="Times New Roman"/>
          <w:sz w:val="28"/>
          <w:szCs w:val="28"/>
        </w:rPr>
        <w:t>т выполнить следующие действия: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405">
        <w:rPr>
          <w:rFonts w:ascii="Times New Roman" w:hAnsi="Times New Roman"/>
          <w:sz w:val="28"/>
          <w:szCs w:val="28"/>
        </w:rPr>
        <w:sym w:font="Symbol" w:char="F02D"/>
      </w:r>
      <w:r w:rsidRPr="00601405">
        <w:rPr>
          <w:rFonts w:ascii="Times New Roman" w:hAnsi="Times New Roman"/>
          <w:sz w:val="28"/>
          <w:szCs w:val="28"/>
        </w:rPr>
        <w:t xml:space="preserve"> подсчитать максимальную сумму баллов за выполнение заданий теоретического и творческого тура, в данном слу</w:t>
      </w:r>
      <w:r>
        <w:rPr>
          <w:rFonts w:ascii="Times New Roman" w:hAnsi="Times New Roman"/>
          <w:sz w:val="28"/>
          <w:szCs w:val="28"/>
        </w:rPr>
        <w:t>чае 300 баллов (200 + 100) - А;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405">
        <w:rPr>
          <w:rFonts w:ascii="Times New Roman" w:hAnsi="Times New Roman"/>
          <w:sz w:val="28"/>
          <w:szCs w:val="28"/>
        </w:rPr>
        <w:sym w:font="Symbol" w:char="F02D"/>
      </w:r>
      <w:r w:rsidRPr="00601405">
        <w:rPr>
          <w:rFonts w:ascii="Times New Roman" w:hAnsi="Times New Roman"/>
          <w:sz w:val="28"/>
          <w:szCs w:val="28"/>
        </w:rPr>
        <w:t xml:space="preserve"> подсчитать сумму баллов конкретного участника (например, участник выполнил задания теоретического тура на 122 балла + участник выполнил задания творческого тура </w:t>
      </w:r>
      <w:r>
        <w:rPr>
          <w:rFonts w:ascii="Times New Roman" w:hAnsi="Times New Roman"/>
          <w:sz w:val="28"/>
          <w:szCs w:val="28"/>
        </w:rPr>
        <w:t>на 143 балла = 265 баллов) - Б;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405">
        <w:rPr>
          <w:rFonts w:ascii="Times New Roman" w:hAnsi="Times New Roman"/>
          <w:sz w:val="28"/>
          <w:szCs w:val="28"/>
        </w:rPr>
        <w:sym w:font="Symbol" w:char="F02D"/>
      </w:r>
      <w:r w:rsidRPr="00601405">
        <w:rPr>
          <w:rFonts w:ascii="Times New Roman" w:hAnsi="Times New Roman"/>
          <w:sz w:val="28"/>
          <w:szCs w:val="28"/>
        </w:rPr>
        <w:t xml:space="preserve"> высчитать конечный балл по следующей формуле: 100 ÷ А × Б = 100 ÷ 300 × 265 = 88,3333..., Результат вычисления округляется до сотых, то есть 88,33</w:t>
      </w:r>
    </w:p>
    <w:p w:rsidR="007664CA" w:rsidRPr="007F373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7F373A">
        <w:rPr>
          <w:rFonts w:ascii="Times New Roman" w:hAnsi="Times New Roman"/>
          <w:b/>
          <w:i/>
          <w:sz w:val="28"/>
          <w:szCs w:val="28"/>
        </w:rPr>
        <w:t xml:space="preserve">Пример задания первого типа </w:t>
      </w:r>
    </w:p>
    <w:p w:rsidR="007664CA" w:rsidRPr="007F373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7F373A">
        <w:rPr>
          <w:rFonts w:ascii="Times New Roman" w:hAnsi="Times New Roman"/>
          <w:b/>
          <w:i/>
          <w:sz w:val="28"/>
          <w:szCs w:val="28"/>
        </w:rPr>
        <w:t xml:space="preserve">9 класс 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373A">
        <w:rPr>
          <w:rFonts w:ascii="Times New Roman" w:hAnsi="Times New Roman"/>
          <w:sz w:val="28"/>
          <w:szCs w:val="28"/>
        </w:rPr>
        <w:t xml:space="preserve">Перед Вами три словосочетания: пирамиды Гиза, Колоссы Рамсеса II, Храм Исиды. 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373A">
        <w:rPr>
          <w:rFonts w:ascii="Times New Roman" w:hAnsi="Times New Roman"/>
          <w:sz w:val="28"/>
          <w:szCs w:val="28"/>
        </w:rPr>
        <w:t xml:space="preserve">Впишите их в таблицу. 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373A">
        <w:rPr>
          <w:rFonts w:ascii="Times New Roman" w:hAnsi="Times New Roman"/>
          <w:sz w:val="28"/>
          <w:szCs w:val="28"/>
        </w:rPr>
        <w:t>1. Кратко поясните в таблиц</w:t>
      </w:r>
      <w:r>
        <w:rPr>
          <w:rFonts w:ascii="Times New Roman" w:hAnsi="Times New Roman"/>
          <w:sz w:val="28"/>
          <w:szCs w:val="28"/>
        </w:rPr>
        <w:t>е смысл каждого словосочетания.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373A">
        <w:rPr>
          <w:rFonts w:ascii="Times New Roman" w:hAnsi="Times New Roman"/>
          <w:sz w:val="28"/>
          <w:szCs w:val="28"/>
        </w:rPr>
        <w:t>2. Напишите, с какой культурно-исторической эпохой ассоциируются эти словосочетания.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373A">
        <w:rPr>
          <w:rFonts w:ascii="Times New Roman" w:hAnsi="Times New Roman"/>
          <w:sz w:val="28"/>
          <w:szCs w:val="28"/>
        </w:rPr>
        <w:t>3. Приведите ОДИН яркий пример культурного наследия определенной Вами эпохи. Дайте его краткую характеристику. Поясните выбор.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7195"/>
      </w:tblGrid>
      <w:tr w:rsidR="007664CA" w:rsidRPr="008C044D" w:rsidTr="008C044D">
        <w:tc>
          <w:tcPr>
            <w:tcW w:w="2376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Слово или словосочетание</w:t>
            </w:r>
          </w:p>
        </w:tc>
        <w:tc>
          <w:tcPr>
            <w:tcW w:w="7195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Значение</w:t>
            </w:r>
          </w:p>
        </w:tc>
      </w:tr>
      <w:tr w:rsidR="007664CA" w:rsidRPr="008C044D" w:rsidTr="008C044D">
        <w:tc>
          <w:tcPr>
            <w:tcW w:w="2376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95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64CA" w:rsidRPr="008C044D" w:rsidTr="008C044D">
        <w:tc>
          <w:tcPr>
            <w:tcW w:w="2376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95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64CA" w:rsidRPr="008C044D" w:rsidTr="008C044D">
        <w:tc>
          <w:tcPr>
            <w:tcW w:w="2376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95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64CA" w:rsidRPr="008C044D" w:rsidTr="008C044D">
        <w:tc>
          <w:tcPr>
            <w:tcW w:w="9571" w:type="dxa"/>
            <w:gridSpan w:val="2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>Название культурной эпохи и ее краткая характеристика:</w:t>
            </w:r>
          </w:p>
        </w:tc>
      </w:tr>
      <w:tr w:rsidR="007664CA" w:rsidRPr="008C044D" w:rsidTr="008C044D">
        <w:tc>
          <w:tcPr>
            <w:tcW w:w="9571" w:type="dxa"/>
            <w:gridSpan w:val="2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>Свой пример:</w:t>
            </w:r>
          </w:p>
        </w:tc>
      </w:tr>
    </w:tbl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5A43">
        <w:rPr>
          <w:rFonts w:ascii="Times New Roman" w:hAnsi="Times New Roman"/>
          <w:sz w:val="28"/>
          <w:szCs w:val="28"/>
        </w:rPr>
        <w:t>Творческим усложнением задания может стать предложение составить проект выставки, на которой будут демонстрироваться экспонаты, связанные с заданием, или их аналоги. Вариант усложнения – составление синквейна.</w:t>
      </w:r>
    </w:p>
    <w:p w:rsidR="007664CA" w:rsidRDefault="007664CA" w:rsidP="00CC488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664CA" w:rsidRPr="00CC4888" w:rsidRDefault="007664CA" w:rsidP="00CC488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C4888">
        <w:rPr>
          <w:rFonts w:ascii="Times New Roman" w:hAnsi="Times New Roman"/>
          <w:b/>
          <w:sz w:val="28"/>
          <w:szCs w:val="28"/>
        </w:rPr>
        <w:t>10 класс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4888">
        <w:rPr>
          <w:rFonts w:ascii="Times New Roman" w:hAnsi="Times New Roman"/>
          <w:sz w:val="28"/>
          <w:szCs w:val="28"/>
        </w:rPr>
        <w:t>Перед Вами пять слов: Воронихин, дворец, ротонда, фонтан, фриз.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4888">
        <w:rPr>
          <w:rFonts w:ascii="Times New Roman" w:hAnsi="Times New Roman"/>
          <w:sz w:val="28"/>
          <w:szCs w:val="28"/>
        </w:rPr>
        <w:t xml:space="preserve">1. Запишите их в таблицу. 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4888">
        <w:rPr>
          <w:rFonts w:ascii="Times New Roman" w:hAnsi="Times New Roman"/>
          <w:sz w:val="28"/>
          <w:szCs w:val="28"/>
        </w:rPr>
        <w:t>2. Дайте словам лак</w:t>
      </w:r>
      <w:r>
        <w:rPr>
          <w:rFonts w:ascii="Times New Roman" w:hAnsi="Times New Roman"/>
          <w:sz w:val="28"/>
          <w:szCs w:val="28"/>
        </w:rPr>
        <w:t>оничное пояснение, определение.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4888">
        <w:rPr>
          <w:rFonts w:ascii="Times New Roman" w:hAnsi="Times New Roman"/>
          <w:sz w:val="28"/>
          <w:szCs w:val="28"/>
        </w:rPr>
        <w:t>3. Запишите вид иску</w:t>
      </w:r>
      <w:r>
        <w:rPr>
          <w:rFonts w:ascii="Times New Roman" w:hAnsi="Times New Roman"/>
          <w:sz w:val="28"/>
          <w:szCs w:val="28"/>
        </w:rPr>
        <w:t>сства, объединяющего все слова.</w:t>
      </w:r>
    </w:p>
    <w:p w:rsidR="007664CA" w:rsidRDefault="007664CA" w:rsidP="001B5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4888">
        <w:rPr>
          <w:rFonts w:ascii="Times New Roman" w:hAnsi="Times New Roman"/>
          <w:sz w:val="28"/>
          <w:szCs w:val="28"/>
        </w:rPr>
        <w:t>4. Запишите ОДИН яркий пример культурного наследия, относящегося к определенному Вами виду искусства. Кратко поясните свой выбор</w:t>
      </w:r>
    </w:p>
    <w:p w:rsidR="007664CA" w:rsidRDefault="007664CA" w:rsidP="00CC488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C4888">
        <w:rPr>
          <w:rFonts w:ascii="Times New Roman" w:hAnsi="Times New Roman"/>
          <w:b/>
          <w:sz w:val="28"/>
          <w:szCs w:val="28"/>
        </w:rPr>
        <w:t>Таблица к заданию</w:t>
      </w:r>
    </w:p>
    <w:p w:rsidR="007664CA" w:rsidRDefault="007664CA" w:rsidP="00CC488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628"/>
      </w:tblGrid>
      <w:tr w:rsidR="007664CA" w:rsidRPr="008C044D" w:rsidTr="008C044D">
        <w:tc>
          <w:tcPr>
            <w:tcW w:w="2943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Слова</w:t>
            </w:r>
          </w:p>
        </w:tc>
        <w:tc>
          <w:tcPr>
            <w:tcW w:w="6628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 xml:space="preserve">Определения </w:t>
            </w:r>
          </w:p>
        </w:tc>
      </w:tr>
      <w:tr w:rsidR="007664CA" w:rsidRPr="008C044D" w:rsidTr="008C044D">
        <w:tc>
          <w:tcPr>
            <w:tcW w:w="2943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28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664CA" w:rsidRPr="008C044D" w:rsidTr="008C044D">
        <w:tc>
          <w:tcPr>
            <w:tcW w:w="2943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628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664CA" w:rsidRPr="008C044D" w:rsidTr="008C044D">
        <w:tc>
          <w:tcPr>
            <w:tcW w:w="2943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628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664CA" w:rsidRPr="008C044D" w:rsidTr="008C044D">
        <w:tc>
          <w:tcPr>
            <w:tcW w:w="2943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628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664CA" w:rsidRPr="008C044D" w:rsidTr="008C044D">
        <w:tc>
          <w:tcPr>
            <w:tcW w:w="2943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628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664CA" w:rsidRPr="008C044D" w:rsidTr="008C044D">
        <w:tc>
          <w:tcPr>
            <w:tcW w:w="2943" w:type="dxa"/>
          </w:tcPr>
          <w:p w:rsidR="007664CA" w:rsidRPr="008C044D" w:rsidRDefault="007664CA" w:rsidP="008C044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044D">
              <w:rPr>
                <w:rFonts w:ascii="Times New Roman" w:hAnsi="Times New Roman"/>
                <w:b/>
                <w:sz w:val="28"/>
                <w:szCs w:val="28"/>
              </w:rPr>
              <w:t xml:space="preserve">Вид искусства </w:t>
            </w:r>
          </w:p>
        </w:tc>
        <w:tc>
          <w:tcPr>
            <w:tcW w:w="6628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664CA" w:rsidRPr="008C044D" w:rsidTr="008C044D">
        <w:tc>
          <w:tcPr>
            <w:tcW w:w="2943" w:type="dxa"/>
          </w:tcPr>
          <w:p w:rsidR="007664CA" w:rsidRPr="008C044D" w:rsidRDefault="007664CA" w:rsidP="008C044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044D">
              <w:rPr>
                <w:rFonts w:ascii="Times New Roman" w:hAnsi="Times New Roman"/>
                <w:b/>
                <w:sz w:val="28"/>
                <w:szCs w:val="28"/>
              </w:rPr>
              <w:t xml:space="preserve">Пример культурного наследия, пояснение выбора </w:t>
            </w:r>
          </w:p>
        </w:tc>
        <w:tc>
          <w:tcPr>
            <w:tcW w:w="6628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664CA" w:rsidRDefault="007664CA" w:rsidP="00CC488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664CA" w:rsidRDefault="007664CA" w:rsidP="00CC488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664CA" w:rsidRDefault="007664CA" w:rsidP="00CC488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F2D0B">
        <w:rPr>
          <w:rFonts w:ascii="Times New Roman" w:hAnsi="Times New Roman"/>
          <w:b/>
          <w:sz w:val="28"/>
          <w:szCs w:val="28"/>
        </w:rPr>
        <w:t xml:space="preserve">11 класс </w:t>
      </w:r>
    </w:p>
    <w:p w:rsidR="007664CA" w:rsidRDefault="007664CA" w:rsidP="00740D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0D7C">
        <w:rPr>
          <w:rFonts w:ascii="Times New Roman" w:hAnsi="Times New Roman"/>
          <w:sz w:val="28"/>
          <w:szCs w:val="28"/>
        </w:rPr>
        <w:t xml:space="preserve">Даны слова: орден, замок, витраж, вагант, ратуша, палаццо, готика, гуманизм. </w:t>
      </w:r>
    </w:p>
    <w:p w:rsidR="007664CA" w:rsidRDefault="007664CA" w:rsidP="00740D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Запишите их в таблицу.</w:t>
      </w:r>
    </w:p>
    <w:p w:rsidR="007664CA" w:rsidRDefault="007664CA" w:rsidP="00740D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740D7C">
        <w:rPr>
          <w:rFonts w:ascii="Times New Roman" w:hAnsi="Times New Roman"/>
          <w:sz w:val="28"/>
          <w:szCs w:val="28"/>
        </w:rPr>
        <w:t xml:space="preserve">Дайте словам лаконичное пояснение, определение. </w:t>
      </w:r>
    </w:p>
    <w:p w:rsidR="007664CA" w:rsidRDefault="007664CA" w:rsidP="00740D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0D7C">
        <w:rPr>
          <w:rFonts w:ascii="Times New Roman" w:hAnsi="Times New Roman"/>
          <w:sz w:val="28"/>
          <w:szCs w:val="28"/>
        </w:rPr>
        <w:t>3. Напишите названия двух культурно-исторических эпох, к которым относятся найденные слова.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664CA" w:rsidRDefault="007664CA" w:rsidP="00740D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0D7C">
        <w:rPr>
          <w:rFonts w:ascii="Times New Roman" w:hAnsi="Times New Roman"/>
          <w:sz w:val="28"/>
          <w:szCs w:val="28"/>
        </w:rPr>
        <w:t>4. Приведите ОДИН показательный образец искусства одной из определенных Вами эпох. Кратко поясните выбор.</w:t>
      </w:r>
    </w:p>
    <w:p w:rsidR="007664CA" w:rsidRDefault="007664CA" w:rsidP="00740D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628"/>
      </w:tblGrid>
      <w:tr w:rsidR="007664CA" w:rsidRPr="008C044D" w:rsidTr="008C044D">
        <w:tc>
          <w:tcPr>
            <w:tcW w:w="2943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Слова</w:t>
            </w:r>
          </w:p>
        </w:tc>
        <w:tc>
          <w:tcPr>
            <w:tcW w:w="6628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 xml:space="preserve">Определения </w:t>
            </w:r>
          </w:p>
        </w:tc>
      </w:tr>
      <w:tr w:rsidR="007664CA" w:rsidRPr="008C044D" w:rsidTr="008C044D">
        <w:tc>
          <w:tcPr>
            <w:tcW w:w="2943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28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664CA" w:rsidRPr="008C044D" w:rsidTr="008C044D">
        <w:tc>
          <w:tcPr>
            <w:tcW w:w="2943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628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664CA" w:rsidRPr="008C044D" w:rsidTr="008C044D">
        <w:tc>
          <w:tcPr>
            <w:tcW w:w="2943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628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664CA" w:rsidRPr="008C044D" w:rsidTr="008C044D">
        <w:tc>
          <w:tcPr>
            <w:tcW w:w="2943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628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664CA" w:rsidRPr="008C044D" w:rsidTr="008C044D">
        <w:tc>
          <w:tcPr>
            <w:tcW w:w="2943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628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664CA" w:rsidRPr="008C044D" w:rsidTr="008C044D">
        <w:tc>
          <w:tcPr>
            <w:tcW w:w="2943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628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664CA" w:rsidRPr="008C044D" w:rsidTr="008C044D">
        <w:tc>
          <w:tcPr>
            <w:tcW w:w="2943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628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664CA" w:rsidRPr="008C044D" w:rsidTr="008C044D">
        <w:tc>
          <w:tcPr>
            <w:tcW w:w="2943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6628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664CA" w:rsidRPr="008C044D" w:rsidTr="008C044D">
        <w:tc>
          <w:tcPr>
            <w:tcW w:w="2943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 xml:space="preserve">Культурно-исторические эпохи </w:t>
            </w:r>
          </w:p>
        </w:tc>
        <w:tc>
          <w:tcPr>
            <w:tcW w:w="6628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664CA" w:rsidRPr="008C044D" w:rsidTr="008C044D">
        <w:tc>
          <w:tcPr>
            <w:tcW w:w="2943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>Образец искусства, пояснения выбора</w:t>
            </w:r>
          </w:p>
        </w:tc>
        <w:tc>
          <w:tcPr>
            <w:tcW w:w="6628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664CA" w:rsidRDefault="007664CA" w:rsidP="00740D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CA" w:rsidRDefault="007664CA" w:rsidP="00740D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140">
        <w:rPr>
          <w:rFonts w:ascii="Times New Roman" w:hAnsi="Times New Roman"/>
          <w:sz w:val="28"/>
          <w:szCs w:val="28"/>
        </w:rPr>
        <w:t>Творческим усложнением задания может стать предложение составить синквейн, связанный с одним из понятий по выбо</w:t>
      </w:r>
      <w:r>
        <w:rPr>
          <w:rFonts w:ascii="Times New Roman" w:hAnsi="Times New Roman"/>
          <w:sz w:val="28"/>
          <w:szCs w:val="28"/>
        </w:rPr>
        <w:t xml:space="preserve">ру участника или составителей. </w:t>
      </w:r>
    </w:p>
    <w:p w:rsidR="007664CA" w:rsidRDefault="007664CA" w:rsidP="00740D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CA" w:rsidRPr="008F7140" w:rsidRDefault="007664CA" w:rsidP="008F714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F7140">
        <w:rPr>
          <w:rFonts w:ascii="Times New Roman" w:hAnsi="Times New Roman"/>
          <w:b/>
          <w:sz w:val="28"/>
          <w:szCs w:val="28"/>
        </w:rPr>
        <w:t xml:space="preserve">Примеры заданий второго типа  </w:t>
      </w:r>
    </w:p>
    <w:p w:rsidR="007664CA" w:rsidRPr="008F7140" w:rsidRDefault="007664CA" w:rsidP="008F714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F7140">
        <w:rPr>
          <w:rFonts w:ascii="Times New Roman" w:hAnsi="Times New Roman"/>
          <w:b/>
          <w:sz w:val="28"/>
          <w:szCs w:val="28"/>
        </w:rPr>
        <w:t>9 класс</w:t>
      </w:r>
    </w:p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140">
        <w:rPr>
          <w:rFonts w:ascii="Times New Roman" w:hAnsi="Times New Roman"/>
          <w:sz w:val="28"/>
          <w:szCs w:val="28"/>
        </w:rPr>
        <w:t xml:space="preserve">Прочитайте текст. </w:t>
      </w:r>
    </w:p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140">
        <w:rPr>
          <w:rFonts w:ascii="Times New Roman" w:hAnsi="Times New Roman"/>
          <w:sz w:val="28"/>
          <w:szCs w:val="28"/>
        </w:rPr>
        <w:t>1. Определите живописное произведение, о котором говорится в</w:t>
      </w:r>
      <w:r>
        <w:rPr>
          <w:rFonts w:ascii="Times New Roman" w:hAnsi="Times New Roman"/>
          <w:sz w:val="28"/>
          <w:szCs w:val="28"/>
        </w:rPr>
        <w:t xml:space="preserve"> тексте. Напишите его название.</w:t>
      </w:r>
    </w:p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140">
        <w:rPr>
          <w:rFonts w:ascii="Times New Roman" w:hAnsi="Times New Roman"/>
          <w:sz w:val="28"/>
          <w:szCs w:val="28"/>
        </w:rPr>
        <w:t>2. Напишите имя ав</w:t>
      </w:r>
      <w:r>
        <w:rPr>
          <w:rFonts w:ascii="Times New Roman" w:hAnsi="Times New Roman"/>
          <w:sz w:val="28"/>
          <w:szCs w:val="28"/>
        </w:rPr>
        <w:t xml:space="preserve">тора живописного произведения. </w:t>
      </w:r>
    </w:p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140">
        <w:rPr>
          <w:rFonts w:ascii="Times New Roman" w:hAnsi="Times New Roman"/>
          <w:sz w:val="28"/>
          <w:szCs w:val="28"/>
        </w:rPr>
        <w:t>3. Назовите художественные средства живописи и поэзии для передачи эмоцион</w:t>
      </w:r>
      <w:r>
        <w:rPr>
          <w:rFonts w:ascii="Times New Roman" w:hAnsi="Times New Roman"/>
          <w:sz w:val="28"/>
          <w:szCs w:val="28"/>
        </w:rPr>
        <w:t xml:space="preserve">альной атмосферы произведения. </w:t>
      </w:r>
    </w:p>
    <w:p w:rsidR="007664CA" w:rsidRPr="008F7140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F7140">
        <w:rPr>
          <w:rFonts w:ascii="Times New Roman" w:hAnsi="Times New Roman"/>
          <w:i/>
          <w:sz w:val="28"/>
          <w:szCs w:val="28"/>
        </w:rPr>
        <w:t xml:space="preserve">Везувий зев открыл – дым хлынул клубом – пламя – </w:t>
      </w:r>
    </w:p>
    <w:p w:rsidR="007664CA" w:rsidRPr="008F7140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F7140">
        <w:rPr>
          <w:rFonts w:ascii="Times New Roman" w:hAnsi="Times New Roman"/>
          <w:i/>
          <w:sz w:val="28"/>
          <w:szCs w:val="28"/>
        </w:rPr>
        <w:t xml:space="preserve">Широко развилось, как боевое знамя. </w:t>
      </w:r>
    </w:p>
    <w:p w:rsidR="007664CA" w:rsidRPr="008F7140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F7140">
        <w:rPr>
          <w:rFonts w:ascii="Times New Roman" w:hAnsi="Times New Roman"/>
          <w:i/>
          <w:sz w:val="28"/>
          <w:szCs w:val="28"/>
        </w:rPr>
        <w:t xml:space="preserve">Земля волнуется – с шатнувшихся колонн </w:t>
      </w:r>
    </w:p>
    <w:p w:rsidR="007664CA" w:rsidRPr="008F7140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F7140">
        <w:rPr>
          <w:rFonts w:ascii="Times New Roman" w:hAnsi="Times New Roman"/>
          <w:i/>
          <w:sz w:val="28"/>
          <w:szCs w:val="28"/>
        </w:rPr>
        <w:t xml:space="preserve">Кумиры падают! Народ, гонимый страхом, </w:t>
      </w:r>
    </w:p>
    <w:p w:rsidR="007664CA" w:rsidRPr="008F7140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F7140">
        <w:rPr>
          <w:rFonts w:ascii="Times New Roman" w:hAnsi="Times New Roman"/>
          <w:i/>
          <w:sz w:val="28"/>
          <w:szCs w:val="28"/>
        </w:rPr>
        <w:t xml:space="preserve">Толпами, стар и млад, под воспаленным прахом, </w:t>
      </w:r>
    </w:p>
    <w:p w:rsidR="007664CA" w:rsidRPr="008F7140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F7140">
        <w:rPr>
          <w:rFonts w:ascii="Times New Roman" w:hAnsi="Times New Roman"/>
          <w:i/>
          <w:sz w:val="28"/>
          <w:szCs w:val="28"/>
        </w:rPr>
        <w:t xml:space="preserve">Под каменным дождём бежит из града вон. </w:t>
      </w:r>
    </w:p>
    <w:p w:rsidR="007664CA" w:rsidRDefault="007664CA" w:rsidP="008F7140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8F7140">
        <w:rPr>
          <w:rFonts w:ascii="Times New Roman" w:hAnsi="Times New Roman"/>
          <w:i/>
          <w:sz w:val="28"/>
          <w:szCs w:val="28"/>
        </w:rPr>
        <w:t>А.С. Пушкин</w:t>
      </w:r>
    </w:p>
    <w:p w:rsidR="007664CA" w:rsidRDefault="007664CA" w:rsidP="008F7140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5"/>
        <w:gridCol w:w="5146"/>
      </w:tblGrid>
      <w:tr w:rsidR="007664CA" w:rsidRPr="008C044D" w:rsidTr="008C044D">
        <w:tc>
          <w:tcPr>
            <w:tcW w:w="9571" w:type="dxa"/>
            <w:gridSpan w:val="2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Автор и название живописного произведения:</w:t>
            </w:r>
          </w:p>
        </w:tc>
      </w:tr>
      <w:tr w:rsidR="007664CA" w:rsidRPr="008C044D" w:rsidTr="008C044D">
        <w:tc>
          <w:tcPr>
            <w:tcW w:w="9571" w:type="dxa"/>
            <w:gridSpan w:val="2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7664CA" w:rsidRPr="008C044D" w:rsidTr="008C044D">
        <w:tc>
          <w:tcPr>
            <w:tcW w:w="4425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Средства живописи</w:t>
            </w:r>
          </w:p>
        </w:tc>
        <w:tc>
          <w:tcPr>
            <w:tcW w:w="5146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Средства поэзии</w:t>
            </w:r>
          </w:p>
        </w:tc>
      </w:tr>
      <w:tr w:rsidR="007664CA" w:rsidRPr="008C044D" w:rsidTr="008C044D">
        <w:tc>
          <w:tcPr>
            <w:tcW w:w="4425" w:type="dxa"/>
          </w:tcPr>
          <w:p w:rsidR="007664CA" w:rsidRPr="008C044D" w:rsidRDefault="007664CA" w:rsidP="008C044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146" w:type="dxa"/>
          </w:tcPr>
          <w:p w:rsidR="007664CA" w:rsidRPr="008C044D" w:rsidRDefault="007664CA" w:rsidP="008C044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7664CA" w:rsidRDefault="007664CA" w:rsidP="008F7140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</w:p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140">
        <w:rPr>
          <w:rFonts w:ascii="Times New Roman" w:hAnsi="Times New Roman"/>
          <w:sz w:val="28"/>
          <w:szCs w:val="28"/>
        </w:rPr>
        <w:t>Творческая составляющая задания может быть усложнена предложением составить словесное описание замысла произведения – как заказ художнику, указав характерные черты изображаемого и способы достижения в их передаче.</w:t>
      </w:r>
    </w:p>
    <w:p w:rsidR="007664CA" w:rsidRPr="008F7140" w:rsidRDefault="007664CA" w:rsidP="008F714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F7140">
        <w:rPr>
          <w:rFonts w:ascii="Times New Roman" w:hAnsi="Times New Roman"/>
          <w:b/>
          <w:sz w:val="28"/>
          <w:szCs w:val="28"/>
        </w:rPr>
        <w:t>10 класс</w:t>
      </w:r>
    </w:p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усложняется пунктом 4. </w:t>
      </w:r>
    </w:p>
    <w:p w:rsidR="007664CA" w:rsidRPr="008F7140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Прочитайте текст. </w:t>
      </w:r>
    </w:p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140">
        <w:rPr>
          <w:rFonts w:ascii="Times New Roman" w:hAnsi="Times New Roman"/>
          <w:sz w:val="28"/>
          <w:szCs w:val="28"/>
        </w:rPr>
        <w:t xml:space="preserve">1. Напишите название произведения, о котором говорится в предложенном тексте. </w:t>
      </w:r>
    </w:p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140">
        <w:rPr>
          <w:rFonts w:ascii="Times New Roman" w:hAnsi="Times New Roman"/>
          <w:sz w:val="28"/>
          <w:szCs w:val="28"/>
        </w:rPr>
        <w:t>2. Напишите имя автора произведения,</w:t>
      </w:r>
      <w:r>
        <w:rPr>
          <w:rFonts w:ascii="Times New Roman" w:hAnsi="Times New Roman"/>
          <w:sz w:val="28"/>
          <w:szCs w:val="28"/>
        </w:rPr>
        <w:t xml:space="preserve"> о котором говорится в тексте. </w:t>
      </w:r>
    </w:p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140">
        <w:rPr>
          <w:rFonts w:ascii="Times New Roman" w:hAnsi="Times New Roman"/>
          <w:sz w:val="28"/>
          <w:szCs w:val="28"/>
        </w:rPr>
        <w:t>3. Назовите художественные средства живописи и поэзии для передачи эмоцио</w:t>
      </w:r>
      <w:r>
        <w:rPr>
          <w:rFonts w:ascii="Times New Roman" w:hAnsi="Times New Roman"/>
          <w:sz w:val="28"/>
          <w:szCs w:val="28"/>
        </w:rPr>
        <w:t>нальной атмосферы произведения.</w:t>
      </w:r>
    </w:p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140">
        <w:rPr>
          <w:rFonts w:ascii="Times New Roman" w:hAnsi="Times New Roman"/>
          <w:sz w:val="28"/>
          <w:szCs w:val="28"/>
        </w:rPr>
        <w:t>4. Определите и напишите эмоциональные доминанты каждого произведения.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0"/>
        <w:gridCol w:w="15"/>
        <w:gridCol w:w="4966"/>
      </w:tblGrid>
      <w:tr w:rsidR="007664CA" w:rsidRPr="008C044D" w:rsidTr="008C044D">
        <w:tc>
          <w:tcPr>
            <w:tcW w:w="9571" w:type="dxa"/>
            <w:gridSpan w:val="3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Автор и название живописного произведения:</w:t>
            </w:r>
          </w:p>
        </w:tc>
      </w:tr>
      <w:tr w:rsidR="007664CA" w:rsidRPr="008C044D" w:rsidTr="008C044D">
        <w:tc>
          <w:tcPr>
            <w:tcW w:w="9571" w:type="dxa"/>
            <w:gridSpan w:val="3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64CA" w:rsidRPr="008C044D" w:rsidTr="008C044D">
        <w:tc>
          <w:tcPr>
            <w:tcW w:w="4605" w:type="dxa"/>
            <w:gridSpan w:val="2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Средства живописи</w:t>
            </w:r>
          </w:p>
        </w:tc>
        <w:tc>
          <w:tcPr>
            <w:tcW w:w="4966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Средства поэзии</w:t>
            </w:r>
          </w:p>
        </w:tc>
      </w:tr>
      <w:tr w:rsidR="007664CA" w:rsidRPr="008C044D" w:rsidTr="008C044D">
        <w:tc>
          <w:tcPr>
            <w:tcW w:w="4605" w:type="dxa"/>
            <w:gridSpan w:val="2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64CA" w:rsidRPr="008C044D" w:rsidTr="008C044D">
        <w:tc>
          <w:tcPr>
            <w:tcW w:w="9571" w:type="dxa"/>
            <w:gridSpan w:val="3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Эмоциональные доминанты</w:t>
            </w:r>
          </w:p>
        </w:tc>
      </w:tr>
      <w:tr w:rsidR="007664CA" w:rsidRPr="008C044D" w:rsidTr="008C044D">
        <w:tc>
          <w:tcPr>
            <w:tcW w:w="4590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живописной работы</w:t>
            </w:r>
          </w:p>
        </w:tc>
        <w:tc>
          <w:tcPr>
            <w:tcW w:w="4981" w:type="dxa"/>
            <w:gridSpan w:val="2"/>
          </w:tcPr>
          <w:p w:rsidR="007664CA" w:rsidRPr="008C044D" w:rsidRDefault="007664CA" w:rsidP="008C044D">
            <w:pPr>
              <w:spacing w:after="0" w:line="240" w:lineRule="auto"/>
              <w:ind w:left="192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поэтического произведения</w:t>
            </w:r>
          </w:p>
        </w:tc>
      </w:tr>
      <w:tr w:rsidR="007664CA" w:rsidRPr="008C044D" w:rsidTr="008C044D">
        <w:tc>
          <w:tcPr>
            <w:tcW w:w="4590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1" w:type="dxa"/>
            <w:gridSpan w:val="2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CA" w:rsidRPr="00EB1B00" w:rsidRDefault="007664CA" w:rsidP="00EB1B00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EB1B00">
        <w:rPr>
          <w:rFonts w:ascii="Times New Roman" w:hAnsi="Times New Roman"/>
          <w:i/>
          <w:sz w:val="28"/>
          <w:szCs w:val="28"/>
        </w:rPr>
        <w:t>Её рождение прощанию сродни,</w:t>
      </w:r>
    </w:p>
    <w:p w:rsidR="007664CA" w:rsidRPr="00EB1B00" w:rsidRDefault="007664CA" w:rsidP="00EB1B00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EB1B00">
        <w:rPr>
          <w:rFonts w:ascii="Times New Roman" w:hAnsi="Times New Roman"/>
          <w:i/>
          <w:sz w:val="28"/>
          <w:szCs w:val="28"/>
        </w:rPr>
        <w:t>Настолько члены хрупко-эфемерны.</w:t>
      </w:r>
    </w:p>
    <w:p w:rsidR="007664CA" w:rsidRPr="00EB1B00" w:rsidRDefault="007664CA" w:rsidP="00EB1B00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EB1B00">
        <w:rPr>
          <w:rFonts w:ascii="Times New Roman" w:hAnsi="Times New Roman"/>
          <w:i/>
          <w:sz w:val="28"/>
          <w:szCs w:val="28"/>
        </w:rPr>
        <w:t>Да, это ты, твой беспощадно-верный</w:t>
      </w:r>
    </w:p>
    <w:p w:rsidR="007664CA" w:rsidRPr="00EB1B00" w:rsidRDefault="007664CA" w:rsidP="00EB1B00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EB1B00">
        <w:rPr>
          <w:rFonts w:ascii="Times New Roman" w:hAnsi="Times New Roman"/>
          <w:i/>
          <w:sz w:val="28"/>
          <w:szCs w:val="28"/>
        </w:rPr>
        <w:t>Портрет, любовь. Прекрасней западни</w:t>
      </w:r>
    </w:p>
    <w:p w:rsidR="007664CA" w:rsidRPr="00EB1B00" w:rsidRDefault="007664CA" w:rsidP="00EB1B00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EB1B00">
        <w:rPr>
          <w:rFonts w:ascii="Times New Roman" w:hAnsi="Times New Roman"/>
          <w:i/>
          <w:sz w:val="28"/>
          <w:szCs w:val="28"/>
        </w:rPr>
        <w:t>И простодушнее не выдумать, зато</w:t>
      </w:r>
    </w:p>
    <w:p w:rsidR="007664CA" w:rsidRPr="00EB1B00" w:rsidRDefault="007664CA" w:rsidP="00EB1B00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EB1B00">
        <w:rPr>
          <w:rFonts w:ascii="Times New Roman" w:hAnsi="Times New Roman"/>
          <w:i/>
          <w:sz w:val="28"/>
          <w:szCs w:val="28"/>
        </w:rPr>
        <w:t>Уж и безжалостней, мучительней, жесточе.</w:t>
      </w:r>
    </w:p>
    <w:p w:rsidR="007664CA" w:rsidRPr="00EB1B00" w:rsidRDefault="007664CA" w:rsidP="00EB1B00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EB1B00">
        <w:rPr>
          <w:rFonts w:ascii="Times New Roman" w:hAnsi="Times New Roman"/>
          <w:i/>
          <w:sz w:val="28"/>
          <w:szCs w:val="28"/>
        </w:rPr>
        <w:t>А братья-ветры вот: целуют в очи</w:t>
      </w:r>
    </w:p>
    <w:p w:rsidR="007664CA" w:rsidRPr="00EB1B00" w:rsidRDefault="007664CA" w:rsidP="00EB1B00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EB1B00">
        <w:rPr>
          <w:rFonts w:ascii="Times New Roman" w:hAnsi="Times New Roman"/>
          <w:i/>
          <w:sz w:val="28"/>
          <w:szCs w:val="28"/>
        </w:rPr>
        <w:t>И сыплют розы сквозь ветра решето.</w:t>
      </w:r>
    </w:p>
    <w:p w:rsidR="007664CA" w:rsidRPr="00EB1B00" w:rsidRDefault="007664CA" w:rsidP="00EB1B00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EB1B00">
        <w:rPr>
          <w:rFonts w:ascii="Times New Roman" w:hAnsi="Times New Roman"/>
          <w:i/>
          <w:sz w:val="28"/>
          <w:szCs w:val="28"/>
        </w:rPr>
        <w:t>Уже несут цветное полотно</w:t>
      </w:r>
    </w:p>
    <w:p w:rsidR="007664CA" w:rsidRPr="00EB1B00" w:rsidRDefault="007664CA" w:rsidP="00EB1B00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EB1B00">
        <w:rPr>
          <w:rFonts w:ascii="Times New Roman" w:hAnsi="Times New Roman"/>
          <w:i/>
          <w:sz w:val="28"/>
          <w:szCs w:val="28"/>
        </w:rPr>
        <w:t>Укутать стан прозрачной тканью долгой.</w:t>
      </w:r>
    </w:p>
    <w:p w:rsidR="007664CA" w:rsidRPr="00EB1B00" w:rsidRDefault="007664CA" w:rsidP="00EB1B00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EB1B00">
        <w:rPr>
          <w:rFonts w:ascii="Times New Roman" w:hAnsi="Times New Roman"/>
          <w:i/>
          <w:sz w:val="28"/>
          <w:szCs w:val="28"/>
        </w:rPr>
        <w:t>Когда б не раковины плотик, ты иглой</w:t>
      </w:r>
    </w:p>
    <w:p w:rsidR="007664CA" w:rsidRPr="00EB1B00" w:rsidRDefault="007664CA" w:rsidP="00EB1B00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EB1B00">
        <w:rPr>
          <w:rFonts w:ascii="Times New Roman" w:hAnsi="Times New Roman"/>
          <w:i/>
          <w:sz w:val="28"/>
          <w:szCs w:val="28"/>
        </w:rPr>
        <w:t>Ушла бы, кажется, на сумрачное дно…</w:t>
      </w:r>
    </w:p>
    <w:p w:rsidR="007664CA" w:rsidRDefault="007664CA" w:rsidP="00EB1B00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EB1B00">
        <w:rPr>
          <w:rFonts w:ascii="Times New Roman" w:hAnsi="Times New Roman"/>
          <w:i/>
          <w:sz w:val="28"/>
          <w:szCs w:val="28"/>
        </w:rPr>
        <w:t>Алексей Машевский</w:t>
      </w:r>
    </w:p>
    <w:p w:rsidR="007664CA" w:rsidRDefault="007664CA" w:rsidP="00EB1B00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7664CA" w:rsidRDefault="007664CA" w:rsidP="00EB1B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1B00">
        <w:rPr>
          <w:rFonts w:ascii="Times New Roman" w:hAnsi="Times New Roman"/>
          <w:sz w:val="28"/>
          <w:szCs w:val="28"/>
        </w:rPr>
        <w:t>Творческая составляющая задания может быть осложнена предложением составить словесное описание замысла произведения – как заказ художнику, указав характерные черты изображаемого и способы достижения в их передаче.</w:t>
      </w:r>
    </w:p>
    <w:p w:rsidR="007664CA" w:rsidRDefault="007664CA" w:rsidP="00EB1B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CA" w:rsidRDefault="007664CA" w:rsidP="00EB1B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CA" w:rsidRDefault="007664CA" w:rsidP="00D3309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33090">
        <w:rPr>
          <w:rFonts w:ascii="Times New Roman" w:hAnsi="Times New Roman"/>
          <w:b/>
          <w:sz w:val="28"/>
          <w:szCs w:val="28"/>
        </w:rPr>
        <w:t>11 класс</w:t>
      </w:r>
    </w:p>
    <w:p w:rsidR="007664CA" w:rsidRDefault="007664CA" w:rsidP="00D3309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664CA" w:rsidRDefault="007664CA" w:rsidP="00D3309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664CA" w:rsidRPr="00D33090" w:rsidRDefault="007664CA" w:rsidP="00D3309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1B00">
        <w:rPr>
          <w:rFonts w:ascii="Times New Roman" w:hAnsi="Times New Roman"/>
          <w:sz w:val="28"/>
          <w:szCs w:val="28"/>
        </w:rPr>
        <w:t xml:space="preserve">1. Напишите 15 определений (одиночных или развёрнутых), которые помогут воспроизвести, порождаемое ей настроение. </w:t>
      </w:r>
    </w:p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Дайте произведению название.</w:t>
      </w:r>
    </w:p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1B00">
        <w:rPr>
          <w:rFonts w:ascii="Times New Roman" w:hAnsi="Times New Roman"/>
          <w:sz w:val="28"/>
          <w:szCs w:val="28"/>
        </w:rPr>
        <w:t>3. Дайте не более пяти пояснений выбора названия.</w:t>
      </w:r>
    </w:p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7664CA" w:rsidRPr="008C044D" w:rsidTr="008C044D">
        <w:tc>
          <w:tcPr>
            <w:tcW w:w="9571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 xml:space="preserve">15 определений </w:t>
            </w:r>
          </w:p>
        </w:tc>
      </w:tr>
      <w:tr w:rsidR="007664CA" w:rsidRPr="008C044D" w:rsidTr="008C044D">
        <w:tc>
          <w:tcPr>
            <w:tcW w:w="9571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 xml:space="preserve">Название </w:t>
            </w:r>
          </w:p>
        </w:tc>
      </w:tr>
      <w:tr w:rsidR="007664CA" w:rsidRPr="008C044D" w:rsidTr="008C044D">
        <w:tc>
          <w:tcPr>
            <w:tcW w:w="9571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Пояснение</w:t>
            </w:r>
          </w:p>
        </w:tc>
      </w:tr>
    </w:tbl>
    <w:p w:rsidR="007664CA" w:rsidRDefault="007664CA" w:rsidP="002F35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5F6">
        <w:rPr>
          <w:rFonts w:ascii="Times New Roman" w:hAnsi="Times New Roman"/>
          <w:sz w:val="28"/>
          <w:szCs w:val="28"/>
        </w:rPr>
        <w:t>Задание направлено на выявление уровня эмоционально-оценочного суждения участника о произведении искусства. Участник демонстрирует навыки анализа произведения искусства на основе средств выразительности, свойственных конкретному виду искусства. В данном случае знание названия и автора произведения не является главным в ответе. Особое внимание уделяется уровню понимания художественного образа. Для выполнения задания необходимо знать выразительные средства и возможности разных видов искусства, их значение в создании художественного образа.  Творческая составляющая задания может быть усложнена предложением составить словесное описание замысла произведения – как заказ скульптору, указав характерные черты изображаемого и способы достижения в их передаче</w:t>
      </w:r>
      <w:r>
        <w:rPr>
          <w:rFonts w:ascii="Times New Roman" w:hAnsi="Times New Roman"/>
          <w:sz w:val="28"/>
          <w:szCs w:val="28"/>
        </w:rPr>
        <w:t>.</w:t>
      </w:r>
    </w:p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CA" w:rsidRPr="00CC18A9" w:rsidRDefault="007664CA" w:rsidP="00CC18A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C18A9">
        <w:rPr>
          <w:rFonts w:ascii="Times New Roman" w:hAnsi="Times New Roman"/>
          <w:b/>
          <w:sz w:val="28"/>
          <w:szCs w:val="28"/>
        </w:rPr>
        <w:t>Примеры заданий третьего типа</w:t>
      </w:r>
    </w:p>
    <w:p w:rsidR="007664CA" w:rsidRPr="00CC18A9" w:rsidRDefault="007664CA" w:rsidP="00CC18A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C18A9">
        <w:rPr>
          <w:rFonts w:ascii="Times New Roman" w:hAnsi="Times New Roman"/>
          <w:b/>
          <w:sz w:val="28"/>
          <w:szCs w:val="28"/>
        </w:rPr>
        <w:t>9 класс</w:t>
      </w:r>
    </w:p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8A9">
        <w:rPr>
          <w:rFonts w:ascii="Times New Roman" w:hAnsi="Times New Roman"/>
          <w:sz w:val="28"/>
          <w:szCs w:val="28"/>
        </w:rPr>
        <w:t>Определите художе</w:t>
      </w:r>
      <w:r>
        <w:rPr>
          <w:rFonts w:ascii="Times New Roman" w:hAnsi="Times New Roman"/>
          <w:sz w:val="28"/>
          <w:szCs w:val="28"/>
        </w:rPr>
        <w:t xml:space="preserve">ственное полотно по фрагменту. </w:t>
      </w:r>
      <w:r w:rsidRPr="00CC18A9">
        <w:rPr>
          <w:rFonts w:ascii="Times New Roman" w:hAnsi="Times New Roman"/>
          <w:sz w:val="28"/>
          <w:szCs w:val="28"/>
        </w:rPr>
        <w:t xml:space="preserve">Напишите: </w:t>
      </w:r>
    </w:p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8A9">
        <w:rPr>
          <w:rFonts w:ascii="Times New Roman" w:hAnsi="Times New Roman"/>
          <w:sz w:val="28"/>
          <w:szCs w:val="28"/>
        </w:rPr>
        <w:t xml:space="preserve">1. Что изображено на полотне. </w:t>
      </w:r>
    </w:p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8A9">
        <w:rPr>
          <w:rFonts w:ascii="Times New Roman" w:hAnsi="Times New Roman"/>
          <w:sz w:val="28"/>
          <w:szCs w:val="28"/>
        </w:rPr>
        <w:t xml:space="preserve">2. Название работы. </w:t>
      </w:r>
    </w:p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8A9">
        <w:rPr>
          <w:rFonts w:ascii="Times New Roman" w:hAnsi="Times New Roman"/>
          <w:sz w:val="28"/>
          <w:szCs w:val="28"/>
        </w:rPr>
        <w:t xml:space="preserve">3. Полное имя ее автора. </w:t>
      </w:r>
    </w:p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8A9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Время, когда он жил и творил. </w:t>
      </w:r>
    </w:p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8A9">
        <w:rPr>
          <w:rFonts w:ascii="Times New Roman" w:hAnsi="Times New Roman"/>
          <w:sz w:val="28"/>
          <w:szCs w:val="28"/>
        </w:rPr>
        <w:t xml:space="preserve">5. Какую часть в композиции занимает представленный фрагмент. </w:t>
      </w:r>
    </w:p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8A9">
        <w:rPr>
          <w:rFonts w:ascii="Times New Roman" w:hAnsi="Times New Roman"/>
          <w:sz w:val="28"/>
          <w:szCs w:val="28"/>
        </w:rPr>
        <w:t xml:space="preserve">6. Опишите общую композицию работы. </w:t>
      </w:r>
    </w:p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8A9">
        <w:rPr>
          <w:rFonts w:ascii="Times New Roman" w:hAnsi="Times New Roman"/>
          <w:sz w:val="28"/>
          <w:szCs w:val="28"/>
        </w:rPr>
        <w:t xml:space="preserve">7. Назовите значимые запоминающиеся детали, их место в композиции и художественные функции. </w:t>
      </w:r>
    </w:p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8A9">
        <w:rPr>
          <w:rFonts w:ascii="Times New Roman" w:hAnsi="Times New Roman"/>
          <w:sz w:val="28"/>
          <w:szCs w:val="28"/>
        </w:rPr>
        <w:t>8. Напишите названия произведений живописного искусства этого ж</w:t>
      </w:r>
      <w:r>
        <w:rPr>
          <w:rFonts w:ascii="Times New Roman" w:hAnsi="Times New Roman"/>
          <w:sz w:val="28"/>
          <w:szCs w:val="28"/>
        </w:rPr>
        <w:t>анра и полные имена их авторов.</w:t>
      </w:r>
    </w:p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8A9">
        <w:rPr>
          <w:rFonts w:ascii="Times New Roman" w:hAnsi="Times New Roman"/>
          <w:sz w:val="28"/>
          <w:szCs w:val="28"/>
        </w:rPr>
        <w:t xml:space="preserve">9. Укажите известные работы этого художника. </w:t>
      </w:r>
    </w:p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Комментарий к ответу: В.</w:t>
      </w:r>
      <w:r w:rsidRPr="00CC18A9">
        <w:rPr>
          <w:rFonts w:ascii="Times New Roman" w:hAnsi="Times New Roman"/>
          <w:i/>
          <w:sz w:val="28"/>
          <w:szCs w:val="28"/>
        </w:rPr>
        <w:t>И. Суриков «Утро стрелецкой казни».</w:t>
      </w:r>
    </w:p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8A9">
        <w:rPr>
          <w:rFonts w:ascii="Times New Roman" w:hAnsi="Times New Roman"/>
          <w:sz w:val="28"/>
          <w:szCs w:val="28"/>
        </w:rPr>
        <w:t xml:space="preserve">Творческим усложнением задания может стать предложение составить проект выставки, на которой будут демонстрироваться работы этого художника или их репродукции.  </w:t>
      </w:r>
    </w:p>
    <w:p w:rsidR="007664CA" w:rsidRDefault="007664CA" w:rsidP="008F7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CA" w:rsidRPr="00CC18A9" w:rsidRDefault="007664CA" w:rsidP="00CC18A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C18A9">
        <w:rPr>
          <w:rFonts w:ascii="Times New Roman" w:hAnsi="Times New Roman"/>
          <w:b/>
          <w:sz w:val="28"/>
          <w:szCs w:val="28"/>
        </w:rPr>
        <w:t>10 класс</w:t>
      </w:r>
    </w:p>
    <w:p w:rsidR="007664CA" w:rsidRDefault="007664CA" w:rsidP="00CC18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8A9">
        <w:rPr>
          <w:rFonts w:ascii="Times New Roman" w:hAnsi="Times New Roman"/>
          <w:sz w:val="28"/>
          <w:szCs w:val="28"/>
        </w:rPr>
        <w:t>Предлагается для просмотра видеофрагмент из балета без указания названия, которое участникам предстоит определить («Ромео и Джульетт</w:t>
      </w:r>
      <w:r>
        <w:rPr>
          <w:rFonts w:ascii="Times New Roman" w:hAnsi="Times New Roman"/>
          <w:sz w:val="28"/>
          <w:szCs w:val="28"/>
        </w:rPr>
        <w:t>а». Партия Джульетты. Музыка С.</w:t>
      </w:r>
      <w:r w:rsidRPr="00CC18A9">
        <w:rPr>
          <w:rFonts w:ascii="Times New Roman" w:hAnsi="Times New Roman"/>
          <w:sz w:val="28"/>
          <w:szCs w:val="28"/>
        </w:rPr>
        <w:t xml:space="preserve">С. Прокофьева). </w:t>
      </w:r>
    </w:p>
    <w:p w:rsidR="007664CA" w:rsidRDefault="007664CA" w:rsidP="00CC18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8A9">
        <w:rPr>
          <w:rFonts w:ascii="Times New Roman" w:hAnsi="Times New Roman"/>
          <w:sz w:val="28"/>
          <w:szCs w:val="28"/>
        </w:rPr>
        <w:t xml:space="preserve">Задание.  </w:t>
      </w:r>
    </w:p>
    <w:p w:rsidR="007664CA" w:rsidRDefault="007664CA" w:rsidP="00CC18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8A9">
        <w:rPr>
          <w:rFonts w:ascii="Times New Roman" w:hAnsi="Times New Roman"/>
          <w:sz w:val="28"/>
          <w:szCs w:val="28"/>
        </w:rPr>
        <w:t xml:space="preserve">1. Напишите название произведения. </w:t>
      </w:r>
    </w:p>
    <w:p w:rsidR="007664CA" w:rsidRDefault="007664CA" w:rsidP="00CC18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8A9">
        <w:rPr>
          <w:rFonts w:ascii="Times New Roman" w:hAnsi="Times New Roman"/>
          <w:sz w:val="28"/>
          <w:szCs w:val="28"/>
        </w:rPr>
        <w:t>2. Напишите имена авторов музыки и драма</w:t>
      </w:r>
      <w:r>
        <w:rPr>
          <w:rFonts w:ascii="Times New Roman" w:hAnsi="Times New Roman"/>
          <w:sz w:val="28"/>
          <w:szCs w:val="28"/>
        </w:rPr>
        <w:t xml:space="preserve">тического произведения. </w:t>
      </w:r>
    </w:p>
    <w:p w:rsidR="007664CA" w:rsidRDefault="007664CA" w:rsidP="00CC18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8A9">
        <w:rPr>
          <w:rFonts w:ascii="Times New Roman" w:hAnsi="Times New Roman"/>
          <w:sz w:val="28"/>
          <w:szCs w:val="28"/>
        </w:rPr>
        <w:t xml:space="preserve">3. Определите эмоциональную доминанту эпизода, выразите ее письменно. </w:t>
      </w:r>
    </w:p>
    <w:p w:rsidR="007664CA" w:rsidRDefault="007664CA" w:rsidP="00CC18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8A9">
        <w:rPr>
          <w:rFonts w:ascii="Times New Roman" w:hAnsi="Times New Roman"/>
          <w:sz w:val="28"/>
          <w:szCs w:val="28"/>
        </w:rPr>
        <w:t xml:space="preserve">4. Напишите, с помощью каких средств выразительности создаётся художественный образ во фрагменте. </w:t>
      </w:r>
    </w:p>
    <w:p w:rsidR="007664CA" w:rsidRDefault="007664CA" w:rsidP="00CC18A9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CC18A9">
        <w:rPr>
          <w:rFonts w:ascii="Times New Roman" w:hAnsi="Times New Roman"/>
          <w:i/>
          <w:sz w:val="28"/>
          <w:szCs w:val="28"/>
        </w:rPr>
        <w:t>Таблица к заданию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70"/>
        <w:gridCol w:w="4801"/>
      </w:tblGrid>
      <w:tr w:rsidR="007664CA" w:rsidRPr="008C044D" w:rsidTr="008C044D">
        <w:tc>
          <w:tcPr>
            <w:tcW w:w="4770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 xml:space="preserve">Название произведения: </w:t>
            </w:r>
          </w:p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801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Имена авторов музыки и драматического произведения:</w:t>
            </w:r>
          </w:p>
        </w:tc>
      </w:tr>
      <w:tr w:rsidR="007664CA" w:rsidRPr="008C044D" w:rsidTr="008C044D">
        <w:tc>
          <w:tcPr>
            <w:tcW w:w="4770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801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7664CA" w:rsidRPr="008C044D" w:rsidTr="008C044D">
        <w:tc>
          <w:tcPr>
            <w:tcW w:w="9571" w:type="dxa"/>
            <w:gridSpan w:val="2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Эмоциональная доминанта:</w:t>
            </w:r>
          </w:p>
        </w:tc>
      </w:tr>
      <w:tr w:rsidR="007664CA" w:rsidRPr="008C044D" w:rsidTr="008C044D">
        <w:tc>
          <w:tcPr>
            <w:tcW w:w="9571" w:type="dxa"/>
            <w:gridSpan w:val="2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Средства выразительности:</w:t>
            </w:r>
          </w:p>
        </w:tc>
      </w:tr>
    </w:tbl>
    <w:p w:rsidR="007664CA" w:rsidRDefault="007664CA" w:rsidP="00CC18A9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7664CA" w:rsidRDefault="007664CA" w:rsidP="00574A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AA2">
        <w:rPr>
          <w:rFonts w:ascii="Times New Roman" w:hAnsi="Times New Roman"/>
          <w:sz w:val="28"/>
          <w:szCs w:val="28"/>
        </w:rPr>
        <w:t xml:space="preserve">Творческим усложнением задания может стать предложение составить заказ композитору, описывающий название и настроение эпизода и средства его достижения. </w:t>
      </w:r>
    </w:p>
    <w:p w:rsidR="007664CA" w:rsidRPr="00574AA2" w:rsidRDefault="007664CA" w:rsidP="00574AA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74AA2">
        <w:rPr>
          <w:rFonts w:ascii="Times New Roman" w:hAnsi="Times New Roman"/>
          <w:b/>
          <w:sz w:val="28"/>
          <w:szCs w:val="28"/>
        </w:rPr>
        <w:t>11 класс</w:t>
      </w:r>
    </w:p>
    <w:p w:rsidR="007664CA" w:rsidRDefault="007664CA" w:rsidP="00574A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AA2">
        <w:rPr>
          <w:rFonts w:ascii="Times New Roman" w:hAnsi="Times New Roman"/>
          <w:sz w:val="28"/>
          <w:szCs w:val="28"/>
        </w:rPr>
        <w:t xml:space="preserve">1. Напишите имена авторов и названия произведений искусства, в которых основополагающим доминантным является белый </w:t>
      </w:r>
      <w:r>
        <w:rPr>
          <w:rFonts w:ascii="Times New Roman" w:hAnsi="Times New Roman"/>
          <w:sz w:val="28"/>
          <w:szCs w:val="28"/>
        </w:rPr>
        <w:t xml:space="preserve">цвет (не более пяти примеров). </w:t>
      </w:r>
    </w:p>
    <w:p w:rsidR="007664CA" w:rsidRDefault="007664CA" w:rsidP="00574A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AA2">
        <w:rPr>
          <w:rFonts w:ascii="Times New Roman" w:hAnsi="Times New Roman"/>
          <w:sz w:val="28"/>
          <w:szCs w:val="28"/>
        </w:rPr>
        <w:t>2. Определите и опишите кратко функцию цвета в этих произведениях (более трех характеристик), эмоциональную доминанту к</w:t>
      </w:r>
      <w:r>
        <w:rPr>
          <w:rFonts w:ascii="Times New Roman" w:hAnsi="Times New Roman"/>
          <w:sz w:val="28"/>
          <w:szCs w:val="28"/>
        </w:rPr>
        <w:t>аждого из них. Обоснуйте ответ.</w:t>
      </w:r>
    </w:p>
    <w:p w:rsidR="007664CA" w:rsidRDefault="007664CA" w:rsidP="00574A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AA2">
        <w:rPr>
          <w:rFonts w:ascii="Times New Roman" w:hAnsi="Times New Roman"/>
          <w:sz w:val="28"/>
          <w:szCs w:val="28"/>
        </w:rPr>
        <w:t xml:space="preserve">3. Сделайте вывод-обобщение (не более пяти предложений) о функциях и возможностях белого цвета в искусстве. </w:t>
      </w:r>
    </w:p>
    <w:p w:rsidR="007664CA" w:rsidRDefault="007664CA" w:rsidP="00574A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AA2">
        <w:rPr>
          <w:rFonts w:ascii="Times New Roman" w:hAnsi="Times New Roman"/>
          <w:i/>
          <w:sz w:val="28"/>
          <w:szCs w:val="28"/>
        </w:rPr>
        <w:t>Примеры произведений</w:t>
      </w:r>
      <w:r>
        <w:rPr>
          <w:rFonts w:ascii="Times New Roman" w:hAnsi="Times New Roman"/>
          <w:sz w:val="28"/>
          <w:szCs w:val="28"/>
        </w:rPr>
        <w:t>: А.</w:t>
      </w:r>
      <w:r w:rsidRPr="00574AA2">
        <w:rPr>
          <w:rFonts w:ascii="Times New Roman" w:hAnsi="Times New Roman"/>
          <w:sz w:val="28"/>
          <w:szCs w:val="28"/>
        </w:rPr>
        <w:t>А. Рылов «В голуб</w:t>
      </w:r>
      <w:r>
        <w:rPr>
          <w:rFonts w:ascii="Times New Roman" w:hAnsi="Times New Roman"/>
          <w:sz w:val="28"/>
          <w:szCs w:val="28"/>
        </w:rPr>
        <w:t xml:space="preserve">ом просторе» – белые облака; В.В. </w:t>
      </w:r>
      <w:r w:rsidRPr="00574AA2">
        <w:rPr>
          <w:rFonts w:ascii="Times New Roman" w:hAnsi="Times New Roman"/>
          <w:sz w:val="28"/>
          <w:szCs w:val="28"/>
        </w:rPr>
        <w:t xml:space="preserve">Пукирев «Неравный брак» – белое платье невесты; М. Греков «Трубачи Первой Конной армии» – белые лошади, А. Дейнека «Оборона Севастополя» – белая одежда защитников, И. Глазунов «Два князя» – белая лошадь у младшего князя. </w:t>
      </w:r>
    </w:p>
    <w:p w:rsidR="007664CA" w:rsidRDefault="007664CA" w:rsidP="00574AA2">
      <w:pPr>
        <w:spacing w:after="0" w:line="240" w:lineRule="auto"/>
        <w:ind w:firstLine="709"/>
        <w:jc w:val="both"/>
      </w:pPr>
      <w:r w:rsidRPr="00574AA2">
        <w:rPr>
          <w:rFonts w:ascii="Times New Roman" w:hAnsi="Times New Roman"/>
          <w:sz w:val="28"/>
          <w:szCs w:val="28"/>
        </w:rPr>
        <w:t>Пример возможного усложнения задания.</w:t>
      </w:r>
      <w:r w:rsidRPr="00574AA2">
        <w:t xml:space="preserve"> </w:t>
      </w:r>
    </w:p>
    <w:p w:rsidR="007664CA" w:rsidRDefault="007664CA" w:rsidP="00574A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AA2">
        <w:rPr>
          <w:rFonts w:ascii="Times New Roman" w:hAnsi="Times New Roman"/>
          <w:sz w:val="28"/>
          <w:szCs w:val="28"/>
        </w:rPr>
        <w:t xml:space="preserve">1. Рассмотрите представленные произведения. Напишите, что в них общего и чем они отличаются? </w:t>
      </w:r>
    </w:p>
    <w:p w:rsidR="007664CA" w:rsidRPr="00574AA2" w:rsidRDefault="007664CA" w:rsidP="00574A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AA2">
        <w:rPr>
          <w:rFonts w:ascii="Times New Roman" w:hAnsi="Times New Roman"/>
          <w:sz w:val="28"/>
          <w:szCs w:val="28"/>
        </w:rPr>
        <w:t xml:space="preserve">2. Какими эмоциональными доминантами, по Вашему мнению, хотел наделить художник каждое произведение? </w:t>
      </w:r>
    </w:p>
    <w:p w:rsidR="007664CA" w:rsidRPr="00054A7D" w:rsidRDefault="007664CA" w:rsidP="00054A7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54A7D">
        <w:rPr>
          <w:rFonts w:ascii="Times New Roman" w:hAnsi="Times New Roman"/>
          <w:i/>
          <w:sz w:val="28"/>
          <w:szCs w:val="28"/>
        </w:rPr>
        <w:t>(Ма Юань. Лунный свет.  Живопись тушью на шелке.  XII-XIII вв.  Иван Шишкин. На Севере диком…,  1891.)</w:t>
      </w:r>
    </w:p>
    <w:p w:rsidR="007664CA" w:rsidRPr="00054A7D" w:rsidRDefault="007664CA" w:rsidP="00054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4A7D">
        <w:rPr>
          <w:rFonts w:ascii="Times New Roman" w:hAnsi="Times New Roman"/>
          <w:sz w:val="28"/>
          <w:szCs w:val="28"/>
        </w:rPr>
        <w:t xml:space="preserve">Творческая составляющая задания может быть усложнена предложением составить словесное описание замысла пейзажа – как заказа художнику, указав желаемую композицию, ракурс, характерные черты изображаемого и способы их достижения. </w:t>
      </w:r>
    </w:p>
    <w:p w:rsidR="007664CA" w:rsidRPr="00054A7D" w:rsidRDefault="007664CA" w:rsidP="00054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4A7D">
        <w:rPr>
          <w:rFonts w:ascii="Times New Roman" w:hAnsi="Times New Roman"/>
          <w:sz w:val="28"/>
          <w:szCs w:val="28"/>
        </w:rPr>
        <w:t xml:space="preserve"> </w:t>
      </w:r>
    </w:p>
    <w:p w:rsidR="007664CA" w:rsidRPr="00054A7D" w:rsidRDefault="007664CA" w:rsidP="00054A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54A7D">
        <w:rPr>
          <w:rFonts w:ascii="Times New Roman" w:hAnsi="Times New Roman"/>
          <w:b/>
          <w:sz w:val="28"/>
          <w:szCs w:val="28"/>
        </w:rPr>
        <w:t>Примеры четвертого типа заданий</w:t>
      </w:r>
    </w:p>
    <w:p w:rsidR="007664CA" w:rsidRPr="00054A7D" w:rsidRDefault="007664CA" w:rsidP="00054A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54A7D">
        <w:rPr>
          <w:rFonts w:ascii="Times New Roman" w:hAnsi="Times New Roman"/>
          <w:b/>
          <w:sz w:val="28"/>
          <w:szCs w:val="28"/>
        </w:rPr>
        <w:t xml:space="preserve">9 класс </w:t>
      </w:r>
    </w:p>
    <w:p w:rsidR="007664CA" w:rsidRDefault="007664CA" w:rsidP="00054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054A7D">
        <w:rPr>
          <w:rFonts w:ascii="Times New Roman" w:hAnsi="Times New Roman"/>
          <w:sz w:val="28"/>
          <w:szCs w:val="28"/>
        </w:rPr>
        <w:t>таблице перепу</w:t>
      </w:r>
      <w:r>
        <w:rPr>
          <w:rFonts w:ascii="Times New Roman" w:hAnsi="Times New Roman"/>
          <w:sz w:val="28"/>
          <w:szCs w:val="28"/>
        </w:rPr>
        <w:t xml:space="preserve">таны понятия и их определения. </w:t>
      </w:r>
    </w:p>
    <w:p w:rsidR="007664CA" w:rsidRDefault="007664CA" w:rsidP="00054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4A7D">
        <w:rPr>
          <w:rFonts w:ascii="Times New Roman" w:hAnsi="Times New Roman"/>
          <w:sz w:val="28"/>
          <w:szCs w:val="28"/>
        </w:rPr>
        <w:t>1. Соотнеси</w:t>
      </w:r>
      <w:r>
        <w:rPr>
          <w:rFonts w:ascii="Times New Roman" w:hAnsi="Times New Roman"/>
          <w:sz w:val="28"/>
          <w:szCs w:val="28"/>
        </w:rPr>
        <w:t xml:space="preserve">те понятия с их определениями. </w:t>
      </w:r>
    </w:p>
    <w:p w:rsidR="007664CA" w:rsidRDefault="007664CA" w:rsidP="00054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4A7D">
        <w:rPr>
          <w:rFonts w:ascii="Times New Roman" w:hAnsi="Times New Roman"/>
          <w:sz w:val="28"/>
          <w:szCs w:val="28"/>
        </w:rPr>
        <w:t>2. Внесите в таблицу ответа б</w:t>
      </w:r>
      <w:r>
        <w:rPr>
          <w:rFonts w:ascii="Times New Roman" w:hAnsi="Times New Roman"/>
          <w:sz w:val="28"/>
          <w:szCs w:val="28"/>
        </w:rPr>
        <w:t xml:space="preserve">уквы, соответствующие цифрам. </w:t>
      </w:r>
    </w:p>
    <w:p w:rsidR="007664CA" w:rsidRDefault="007664CA" w:rsidP="00054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4A7D">
        <w:rPr>
          <w:rFonts w:ascii="Times New Roman" w:hAnsi="Times New Roman"/>
          <w:sz w:val="28"/>
          <w:szCs w:val="28"/>
        </w:rPr>
        <w:t>3. Дайте определение оставшимся понятиям.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7664CA" w:rsidRPr="008C044D" w:rsidTr="008C044D">
        <w:tc>
          <w:tcPr>
            <w:tcW w:w="4785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 xml:space="preserve">Понятия   </w:t>
            </w:r>
          </w:p>
        </w:tc>
        <w:tc>
          <w:tcPr>
            <w:tcW w:w="4786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>Определения</w:t>
            </w:r>
          </w:p>
        </w:tc>
      </w:tr>
      <w:tr w:rsidR="007664CA" w:rsidRPr="008C044D" w:rsidTr="008C044D">
        <w:tc>
          <w:tcPr>
            <w:tcW w:w="4785" w:type="dxa"/>
          </w:tcPr>
          <w:p w:rsidR="007664CA" w:rsidRPr="008C044D" w:rsidRDefault="007664CA" w:rsidP="008C044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 xml:space="preserve">Канон  </w:t>
            </w:r>
          </w:p>
        </w:tc>
        <w:tc>
          <w:tcPr>
            <w:tcW w:w="4786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>А Героическое повествование о прошлом, содержащее целостную картину народной жизни и представляющее в гармоническом единстве мир героев-богатырей; один из родов литературы</w:t>
            </w:r>
          </w:p>
        </w:tc>
      </w:tr>
      <w:tr w:rsidR="007664CA" w:rsidRPr="008C044D" w:rsidTr="008C044D">
        <w:tc>
          <w:tcPr>
            <w:tcW w:w="4785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 xml:space="preserve">2. Скульптура </w:t>
            </w:r>
          </w:p>
        </w:tc>
        <w:tc>
          <w:tcPr>
            <w:tcW w:w="4786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>Б Церемония, чин; ряд строго определенных действий, сопровождающих и оформляющих совершение актов преимущественно культового характера</w:t>
            </w:r>
          </w:p>
        </w:tc>
      </w:tr>
      <w:tr w:rsidR="007664CA" w:rsidRPr="008C044D" w:rsidTr="008C044D">
        <w:tc>
          <w:tcPr>
            <w:tcW w:w="4785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 xml:space="preserve">3. Синкретизм </w:t>
            </w:r>
          </w:p>
        </w:tc>
        <w:tc>
          <w:tcPr>
            <w:tcW w:w="4786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>В Вид изобразительного искусства, произведения которого имеют объёмную форму и выполняются из твёрдых или пластических материалов</w:t>
            </w:r>
          </w:p>
        </w:tc>
      </w:tr>
      <w:tr w:rsidR="007664CA" w:rsidRPr="008C044D" w:rsidTr="008C044D">
        <w:tc>
          <w:tcPr>
            <w:tcW w:w="4785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 xml:space="preserve">4. Эпос </w:t>
            </w:r>
          </w:p>
        </w:tc>
        <w:tc>
          <w:tcPr>
            <w:tcW w:w="4786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>Г Нерасчленённость различных видов чего-либо, первоначальная слитность в каком-нибудь явлении, свойственная ранним стадиям развития</w:t>
            </w:r>
          </w:p>
        </w:tc>
      </w:tr>
      <w:tr w:rsidR="007664CA" w:rsidRPr="008C044D" w:rsidTr="008C044D">
        <w:tc>
          <w:tcPr>
            <w:tcW w:w="4785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>5. Ордер</w:t>
            </w:r>
          </w:p>
        </w:tc>
        <w:tc>
          <w:tcPr>
            <w:tcW w:w="4786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64CA" w:rsidRPr="008C044D" w:rsidTr="008C044D">
        <w:tc>
          <w:tcPr>
            <w:tcW w:w="4785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>6. Обряд</w:t>
            </w:r>
          </w:p>
        </w:tc>
        <w:tc>
          <w:tcPr>
            <w:tcW w:w="4786" w:type="dxa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664CA" w:rsidRDefault="007664CA" w:rsidP="00D900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64CA" w:rsidRDefault="007664CA" w:rsidP="0049358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493586">
        <w:rPr>
          <w:rFonts w:ascii="Times New Roman" w:hAnsi="Times New Roman"/>
          <w:i/>
          <w:sz w:val="28"/>
          <w:szCs w:val="28"/>
        </w:rPr>
        <w:t>Таблица для ответа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7664CA" w:rsidRPr="008C044D" w:rsidTr="008C044D">
        <w:tc>
          <w:tcPr>
            <w:tcW w:w="1367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№№</w:t>
            </w:r>
          </w:p>
        </w:tc>
        <w:tc>
          <w:tcPr>
            <w:tcW w:w="1367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1367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1367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4</w:t>
            </w:r>
          </w:p>
        </w:tc>
        <w:tc>
          <w:tcPr>
            <w:tcW w:w="1368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5</w:t>
            </w:r>
          </w:p>
        </w:tc>
        <w:tc>
          <w:tcPr>
            <w:tcW w:w="1368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6</w:t>
            </w:r>
          </w:p>
        </w:tc>
      </w:tr>
      <w:tr w:rsidR="007664CA" w:rsidRPr="008C044D" w:rsidTr="008C044D">
        <w:tc>
          <w:tcPr>
            <w:tcW w:w="1367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Буквы</w:t>
            </w:r>
          </w:p>
        </w:tc>
        <w:tc>
          <w:tcPr>
            <w:tcW w:w="1367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367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367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367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368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368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7664CA" w:rsidRPr="008C044D" w:rsidTr="008C044D">
        <w:tc>
          <w:tcPr>
            <w:tcW w:w="9571" w:type="dxa"/>
            <w:gridSpan w:val="7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определения</w:t>
            </w:r>
          </w:p>
        </w:tc>
      </w:tr>
      <w:tr w:rsidR="007664CA" w:rsidRPr="008C044D" w:rsidTr="008C044D">
        <w:tc>
          <w:tcPr>
            <w:tcW w:w="9571" w:type="dxa"/>
            <w:gridSpan w:val="7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7664CA" w:rsidRPr="008C044D" w:rsidTr="008C044D">
        <w:tc>
          <w:tcPr>
            <w:tcW w:w="9571" w:type="dxa"/>
            <w:gridSpan w:val="7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7664CA" w:rsidRDefault="007664CA" w:rsidP="0049358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7664CA" w:rsidRDefault="007664CA" w:rsidP="0049358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493586">
        <w:rPr>
          <w:rFonts w:ascii="Times New Roman" w:hAnsi="Times New Roman"/>
          <w:i/>
          <w:sz w:val="28"/>
          <w:szCs w:val="28"/>
        </w:rPr>
        <w:t>Пример ответа: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7664CA" w:rsidRPr="008C044D" w:rsidTr="008C044D">
        <w:tc>
          <w:tcPr>
            <w:tcW w:w="1367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№№</w:t>
            </w:r>
          </w:p>
        </w:tc>
        <w:tc>
          <w:tcPr>
            <w:tcW w:w="1367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1367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1367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4</w:t>
            </w:r>
          </w:p>
        </w:tc>
        <w:tc>
          <w:tcPr>
            <w:tcW w:w="1368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5</w:t>
            </w:r>
          </w:p>
        </w:tc>
        <w:tc>
          <w:tcPr>
            <w:tcW w:w="1368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6</w:t>
            </w:r>
          </w:p>
        </w:tc>
      </w:tr>
      <w:tr w:rsidR="007664CA" w:rsidRPr="008C044D" w:rsidTr="008C044D">
        <w:tc>
          <w:tcPr>
            <w:tcW w:w="1367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Буквы</w:t>
            </w:r>
          </w:p>
        </w:tc>
        <w:tc>
          <w:tcPr>
            <w:tcW w:w="1367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367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 xml:space="preserve">В </w:t>
            </w:r>
          </w:p>
        </w:tc>
        <w:tc>
          <w:tcPr>
            <w:tcW w:w="1367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 xml:space="preserve">Г </w:t>
            </w:r>
          </w:p>
        </w:tc>
        <w:tc>
          <w:tcPr>
            <w:tcW w:w="1367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 xml:space="preserve">А  </w:t>
            </w:r>
          </w:p>
        </w:tc>
        <w:tc>
          <w:tcPr>
            <w:tcW w:w="1368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368" w:type="dxa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Б</w:t>
            </w:r>
          </w:p>
        </w:tc>
      </w:tr>
      <w:tr w:rsidR="007664CA" w:rsidRPr="008C044D" w:rsidTr="008C044D">
        <w:tc>
          <w:tcPr>
            <w:tcW w:w="9571" w:type="dxa"/>
            <w:gridSpan w:val="7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i/>
                <w:sz w:val="28"/>
                <w:szCs w:val="28"/>
              </w:rPr>
              <w:t>определения</w:t>
            </w:r>
          </w:p>
        </w:tc>
      </w:tr>
      <w:tr w:rsidR="007664CA" w:rsidRPr="008C044D" w:rsidTr="008C044D">
        <w:tc>
          <w:tcPr>
            <w:tcW w:w="9571" w:type="dxa"/>
            <w:gridSpan w:val="7"/>
          </w:tcPr>
          <w:p w:rsidR="007664CA" w:rsidRPr="008C044D" w:rsidRDefault="007664CA" w:rsidP="008C04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>Канон – совокупность норм и правил в искусстве, или музыкальная форма.</w:t>
            </w:r>
          </w:p>
        </w:tc>
      </w:tr>
      <w:tr w:rsidR="007664CA" w:rsidRPr="008C044D" w:rsidTr="008C044D">
        <w:tc>
          <w:tcPr>
            <w:tcW w:w="9571" w:type="dxa"/>
            <w:gridSpan w:val="7"/>
          </w:tcPr>
          <w:p w:rsidR="007664CA" w:rsidRPr="008C044D" w:rsidRDefault="007664CA" w:rsidP="008C04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44D">
              <w:rPr>
                <w:rFonts w:ascii="Times New Roman" w:hAnsi="Times New Roman"/>
                <w:sz w:val="28"/>
                <w:szCs w:val="28"/>
              </w:rPr>
              <w:t>Ордер – тип архитектурной композиции, основанный на художественной переработке стоечно-балочной конструкции и имеющий определённую форму.</w:t>
            </w:r>
          </w:p>
        </w:tc>
      </w:tr>
    </w:tbl>
    <w:p w:rsidR="007664CA" w:rsidRDefault="007664CA" w:rsidP="008849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64CA" w:rsidRPr="00884947" w:rsidRDefault="007664CA" w:rsidP="008849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84947">
        <w:rPr>
          <w:rFonts w:ascii="Times New Roman" w:hAnsi="Times New Roman"/>
          <w:sz w:val="28"/>
          <w:szCs w:val="28"/>
        </w:rPr>
        <w:t xml:space="preserve">Творческим усложнением задания может стать составление синквейна, связанного с одним из понятий в задании по выбору участника или составителей. </w:t>
      </w:r>
    </w:p>
    <w:p w:rsidR="007664CA" w:rsidRDefault="007664CA" w:rsidP="008849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4947">
        <w:rPr>
          <w:rFonts w:ascii="Times New Roman" w:hAnsi="Times New Roman"/>
          <w:sz w:val="28"/>
          <w:szCs w:val="28"/>
        </w:rPr>
        <w:t xml:space="preserve"> </w:t>
      </w:r>
    </w:p>
    <w:p w:rsidR="007664CA" w:rsidRPr="00884947" w:rsidRDefault="007664CA" w:rsidP="0088494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84947">
        <w:rPr>
          <w:rFonts w:ascii="Times New Roman" w:hAnsi="Times New Roman"/>
          <w:b/>
          <w:sz w:val="28"/>
          <w:szCs w:val="28"/>
        </w:rPr>
        <w:t>10 класс</w:t>
      </w:r>
    </w:p>
    <w:p w:rsidR="007664CA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4947">
        <w:rPr>
          <w:rFonts w:ascii="Times New Roman" w:hAnsi="Times New Roman"/>
          <w:sz w:val="28"/>
          <w:szCs w:val="28"/>
        </w:rPr>
        <w:t xml:space="preserve">Даны изображения 6-8 архитектурных сооружений двух-трех разных стилей.  </w:t>
      </w:r>
    </w:p>
    <w:p w:rsidR="007664CA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4947">
        <w:rPr>
          <w:rFonts w:ascii="Times New Roman" w:hAnsi="Times New Roman"/>
          <w:sz w:val="28"/>
          <w:szCs w:val="28"/>
        </w:rPr>
        <w:t xml:space="preserve">1. Соберите номера сооружений в группы по стилям. </w:t>
      </w:r>
    </w:p>
    <w:p w:rsidR="007664CA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4947">
        <w:rPr>
          <w:rFonts w:ascii="Times New Roman" w:hAnsi="Times New Roman"/>
          <w:sz w:val="28"/>
          <w:szCs w:val="28"/>
        </w:rPr>
        <w:t xml:space="preserve"> 2. Напишите отличительные характерные признаки каждого архитектурного стиля. Задание может быть усложнено предложением расположить группы в хронологической последовательности. </w:t>
      </w:r>
    </w:p>
    <w:p w:rsidR="007664CA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4947">
        <w:rPr>
          <w:rFonts w:ascii="Times New Roman" w:hAnsi="Times New Roman"/>
          <w:sz w:val="28"/>
          <w:szCs w:val="28"/>
        </w:rPr>
        <w:t xml:space="preserve">3.  Представьте свой вариант концепции парка архитектуры на основе данных примеров. Творческим усложнением задания может стать предложение создать концепцию выставки, раскрывающей особенности одного или нескольких архитектурных стилей (по решению составителей) с указанием типов экспонатов, демонстрируемых на ней. </w:t>
      </w:r>
    </w:p>
    <w:p w:rsidR="007664CA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4947">
        <w:rPr>
          <w:rFonts w:ascii="Times New Roman" w:hAnsi="Times New Roman"/>
          <w:sz w:val="28"/>
          <w:szCs w:val="28"/>
        </w:rPr>
        <w:t xml:space="preserve">Перечень архитектурных сооружений в задании: </w:t>
      </w:r>
    </w:p>
    <w:p w:rsidR="007664CA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4947">
        <w:rPr>
          <w:rFonts w:ascii="Times New Roman" w:hAnsi="Times New Roman"/>
          <w:sz w:val="28"/>
          <w:szCs w:val="28"/>
        </w:rPr>
        <w:t xml:space="preserve">1. Большой театр – классицизм, Москва. </w:t>
      </w:r>
    </w:p>
    <w:p w:rsidR="007664CA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4947">
        <w:rPr>
          <w:rFonts w:ascii="Times New Roman" w:hAnsi="Times New Roman"/>
          <w:sz w:val="28"/>
          <w:szCs w:val="28"/>
        </w:rPr>
        <w:t xml:space="preserve">2. Бранденбургские ворота – классицизм, Берлин. </w:t>
      </w:r>
    </w:p>
    <w:p w:rsidR="007664CA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4947">
        <w:rPr>
          <w:rFonts w:ascii="Times New Roman" w:hAnsi="Times New Roman"/>
          <w:sz w:val="28"/>
          <w:szCs w:val="28"/>
        </w:rPr>
        <w:t xml:space="preserve">3. Дворец дожей – готика, Венеция. </w:t>
      </w:r>
    </w:p>
    <w:p w:rsidR="007664CA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4947">
        <w:rPr>
          <w:rFonts w:ascii="Times New Roman" w:hAnsi="Times New Roman"/>
          <w:sz w:val="28"/>
          <w:szCs w:val="28"/>
        </w:rPr>
        <w:t>4. Дом Пашкова – классицизм, Москва.</w:t>
      </w:r>
    </w:p>
    <w:p w:rsidR="007664CA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4947">
        <w:rPr>
          <w:rFonts w:ascii="Times New Roman" w:hAnsi="Times New Roman"/>
          <w:sz w:val="28"/>
          <w:szCs w:val="28"/>
        </w:rPr>
        <w:t>5. Собор Парижской Богоматери (Нотр-Дам де Пари</w:t>
      </w:r>
      <w:r>
        <w:rPr>
          <w:rFonts w:ascii="Times New Roman" w:hAnsi="Times New Roman"/>
          <w:sz w:val="28"/>
          <w:szCs w:val="28"/>
        </w:rPr>
        <w:t>) – готика, Париж.</w:t>
      </w:r>
    </w:p>
    <w:p w:rsidR="007664CA" w:rsidRPr="00884947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4947">
        <w:rPr>
          <w:rFonts w:ascii="Times New Roman" w:hAnsi="Times New Roman"/>
          <w:sz w:val="28"/>
          <w:szCs w:val="28"/>
        </w:rPr>
        <w:t xml:space="preserve">6. Казанский собор – классицизм, Санкт-Петербург.  </w:t>
      </w:r>
    </w:p>
    <w:p w:rsidR="007664CA" w:rsidRPr="00884947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CA" w:rsidRPr="00B561D9" w:rsidRDefault="007664CA" w:rsidP="00B561D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561D9">
        <w:rPr>
          <w:rFonts w:ascii="Times New Roman" w:hAnsi="Times New Roman"/>
          <w:b/>
          <w:sz w:val="28"/>
          <w:szCs w:val="28"/>
        </w:rPr>
        <w:t>11 класс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Пример 1. 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Вы куратор проекта выставки, посвященной истории русского кинематографа.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1. Наметьте основные группы экспонатов.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2. Дайте образное название каждой группе.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B561D9">
        <w:rPr>
          <w:rFonts w:ascii="Times New Roman" w:hAnsi="Times New Roman"/>
          <w:sz w:val="28"/>
          <w:szCs w:val="28"/>
        </w:rPr>
        <w:t>Предложите общее</w:t>
      </w:r>
      <w:r>
        <w:rPr>
          <w:rFonts w:ascii="Times New Roman" w:hAnsi="Times New Roman"/>
          <w:sz w:val="28"/>
          <w:szCs w:val="28"/>
        </w:rPr>
        <w:t xml:space="preserve"> название выставки и ее девиз.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>4. Один из экспонатов будет выделен и за</w:t>
      </w:r>
      <w:r>
        <w:rPr>
          <w:rFonts w:ascii="Times New Roman" w:hAnsi="Times New Roman"/>
          <w:sz w:val="28"/>
          <w:szCs w:val="28"/>
        </w:rPr>
        <w:t xml:space="preserve">ймет центральную стену. Какой?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>5. Какие средства интерактивн</w:t>
      </w:r>
      <w:r>
        <w:rPr>
          <w:rFonts w:ascii="Times New Roman" w:hAnsi="Times New Roman"/>
          <w:sz w:val="28"/>
          <w:szCs w:val="28"/>
        </w:rPr>
        <w:t>ости Вы предложите посетителям?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Задание может быть сопровождено иллюстративным рядом, дающим подсказки тому, что может быть представлено в экспозиции: фотографии зданий кинотеатров, портреты деятелей кино, макеты декораций, эскизы костюмов, киноафиши, кинокадры.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Задание может быть усложнено предложением проверить правильность информации на табличках к экспонатам, в которых могут быть даны неточные или перепутанные сведения.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Пример 2.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>Вам предложили составить программу кинолектория по произведениям мировой классической литературы и представили проспек</w:t>
      </w:r>
      <w:r>
        <w:rPr>
          <w:rFonts w:ascii="Times New Roman" w:hAnsi="Times New Roman"/>
          <w:sz w:val="28"/>
          <w:szCs w:val="28"/>
        </w:rPr>
        <w:t xml:space="preserve">т имеющихся в наличии фильмов. </w:t>
      </w:r>
      <w:r w:rsidRPr="00B561D9">
        <w:rPr>
          <w:rFonts w:ascii="Times New Roman" w:hAnsi="Times New Roman"/>
          <w:sz w:val="28"/>
          <w:szCs w:val="28"/>
        </w:rPr>
        <w:t xml:space="preserve">По кадрам, представленным в проспекте, определите: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>1. Сколько</w:t>
      </w:r>
      <w:r>
        <w:rPr>
          <w:rFonts w:ascii="Times New Roman" w:hAnsi="Times New Roman"/>
          <w:sz w:val="28"/>
          <w:szCs w:val="28"/>
        </w:rPr>
        <w:t xml:space="preserve"> фильмов в Вашем распоряжении.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Напишите их названия.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>3. Укажите автора одноименного произведения мировой литератур</w:t>
      </w:r>
      <w:r>
        <w:rPr>
          <w:rFonts w:ascii="Times New Roman" w:hAnsi="Times New Roman"/>
          <w:sz w:val="28"/>
          <w:szCs w:val="28"/>
        </w:rPr>
        <w:t>ы, по которому поставлен фильм.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>4. Укажите язык оригинала</w:t>
      </w:r>
      <w:r>
        <w:rPr>
          <w:rFonts w:ascii="Times New Roman" w:hAnsi="Times New Roman"/>
          <w:sz w:val="28"/>
          <w:szCs w:val="28"/>
        </w:rPr>
        <w:t xml:space="preserve"> художественного произведения.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5. Подчеркните название фильма, который не подходит к предложенной проблематике кинолектория. 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Творческим усложнением задания может стать предложение составить заказ композитору, в котором необходимо назвать эпизод кинофильма, охарактеризовать его ведущее настроение и предполагаемые художественные средства его достижения.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CA" w:rsidRPr="00B561D9" w:rsidRDefault="007664CA" w:rsidP="00B561D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561D9">
        <w:rPr>
          <w:rFonts w:ascii="Times New Roman" w:hAnsi="Times New Roman"/>
          <w:b/>
          <w:sz w:val="28"/>
          <w:szCs w:val="28"/>
        </w:rPr>
        <w:t>Методические рекомендации по подготовке олимпиадных заданий творческого тура муниципального этапа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Методические рекомендации к проведению творческого тура аналогичны методическим рекомендациям школьного этапа (см. п. 7). На усмотрение муниципальной предметно-методической комиссии тур может проводиться как самостоятельный, либо творческий элемент включается и усиливается в завершающем задании теоретического тура. 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П.7. </w:t>
      </w:r>
      <w:r w:rsidRPr="00B561D9">
        <w:rPr>
          <w:rFonts w:ascii="Times New Roman" w:hAnsi="Times New Roman"/>
          <w:sz w:val="28"/>
          <w:szCs w:val="28"/>
        </w:rPr>
        <w:t>Второй тур школьного этапа олимпиады рекомендуется провести как защиту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Для подготовки проекта участникам каждой возрастной группы предлагается единая тема, которая объявляется за одну неделю до даты проведения школьного этапа.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Форма проведения творческого тура – устная защита проекта. Тема формулируется в соответствии со спецификой предмета с учетом минимального уровня требований к заданиям соответствующего тура, с примерами критериев и методики оценивания, бланков заданий и бланков ответов.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Подготовка проектов потребует консультации и усилий не только учителей МХК, но и учителей других гуманитарных дисциплин (истории, литературы, обществоведения, а также информатики). Проект ориентирован на развитие связей и взаимодействий образовательных организаций общего образования с образовательными организациями среднего профессионального или высшего образования, а также учреждениями культуры. 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Идеи, предложенные участниками в социокультурных проектах, могут в дальнейшем развиваться и реализовываться непосредственно в образовательной организации или на уровне муниципального образования. Успех этой деятельности будет зависеть от умелого взаимодействия взрослых: школьных учителей с администрацией населенных пунктов, а также представителей разных ведомств.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Для определения тем социокультурных проектов можно руководствоваться перечнем знаменательных дат за 2022 и 2023 годы, как перспектива подготовки к последующим этапам всероссийской олимпиады школьников, связанных со значимыми для Российской (и/или мировой) культуры событиями. </w:t>
      </w:r>
    </w:p>
    <w:p w:rsidR="007664CA" w:rsidRPr="005B2A9A" w:rsidRDefault="007664CA" w:rsidP="005B2A9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Также следует учитывать календарь региональных памятных событий. </w:t>
      </w:r>
      <w:r w:rsidRPr="005B2A9A">
        <w:rPr>
          <w:rFonts w:ascii="Times New Roman" w:hAnsi="Times New Roman"/>
          <w:b/>
          <w:sz w:val="28"/>
          <w:szCs w:val="28"/>
        </w:rPr>
        <w:t>Юбилейные даты 2022 года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5 сентября – 205 лет со дня рождения русского писателя Алексея Константиновича Толстого (1817-1875) </w:t>
      </w:r>
    </w:p>
    <w:p w:rsidR="007664CA" w:rsidRPr="00B561D9" w:rsidRDefault="007664CA" w:rsidP="005B2A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>11 сентября – 140 лет со дня рождения русского писателя Бориса С</w:t>
      </w:r>
      <w:r>
        <w:rPr>
          <w:rFonts w:ascii="Times New Roman" w:hAnsi="Times New Roman"/>
          <w:sz w:val="28"/>
          <w:szCs w:val="28"/>
        </w:rPr>
        <w:t xml:space="preserve">тепановича Житкова (1882-1938)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30 сентября – 155 лет со дня рождения русской детской писательницы Марии Львовны Толмачёвой (1867-1942)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8 октября – 125 лет со дня рождения Марины Ивановны Цветаевой (1892-1941)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31 октября – 120 лет со дня рождения русского писателя Евгения Андреевича Пермяка (1902-1982)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3 ноября – 135 лет со дня рождения Самуила Яковлевича Маршака, русского поэта, драматурга, переводчика и общественного деятеля (1887-1964)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6 ноября – 170 лет со дня рождения русского писателя, драматурга Дмитрия Наркисовича Мамина-Сибиряка (1852-1912)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14 ноября – 115 лет со дня рождения Астрид Анны Эмилии Линдгрен (1907-2002), шведской писательницы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27 ноября – 75 лет со дня рождения русского писателя и поэта Григория Бенционовича Остера (1947)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29 ноября – 220 лет со дня рождения немецкого писателя, сказочника Вильгельма Гауфа (1802-1827)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3 декабря – 115 лет со дня рождения русской поэтессы, переводчицы Зинаиды Николаевны Александровой (1907-1983)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8 декабря – 220 лет со дня рождения русского поэта, декабриста Александра Ивановича Одоевского (1802-1839)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20 декабря – 120 лет со дня рождения Татьяны Алексеевны Мавриной, российской художницы-иллюстратора, графика (1902-1996)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22 декабря – 85 лет со дня рождения русского писателя Эдуарда Николаевича Успенского (1937-2018)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27 декабря – 190 лет со дня рождения Павла Михайловича Третьякова (1832-1989) </w:t>
      </w:r>
    </w:p>
    <w:p w:rsidR="007664CA" w:rsidRPr="005B2A9A" w:rsidRDefault="007664CA" w:rsidP="005B2A9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B2A9A">
        <w:rPr>
          <w:rFonts w:ascii="Times New Roman" w:hAnsi="Times New Roman"/>
          <w:b/>
          <w:sz w:val="28"/>
          <w:szCs w:val="28"/>
        </w:rPr>
        <w:t>Книги юбиляры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190 лет – «Сказка о царе Салтане…» (1832) А.С. Пушкин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>180 лет – «Мёртвые души» (1842) Н.В. Гоголь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170 лет – «Муму» (1852) И.С. Тургенев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160 лет – «Отцы и дети» (1862) И.С. Тургенев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150 лет - «Вокруг света за 80 дней» (1872) Ж. Верн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150 лет – «Кавказский пленник» (1872) Л.Н. Толстой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125 лет – «Овод» (1897) Э.-Л. Войнич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100 лет – «Алые паруса» (1922) А. Грин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100 лет – «Одиссея капитана Блада» (1922) Р. Сабатини </w:t>
      </w:r>
    </w:p>
    <w:p w:rsidR="007664CA" w:rsidRPr="00B561D9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100 лет – «Мойдодыр» (1922); «Тараканище» (1922) К.И. Чуковский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95 лет – «Гиперболоид инженера Гарина» (1927) А.Н. Толстой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80 лет – «Маленький принц» (1942) А. де Сент-Экзюпери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75 лет – «Повесть о настоящем человеке» (1947) Б. Полевой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65 лет – «Судьба человека» (1957) М. Шолохов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>50 лет – «Домовёнок Кузька» (1972) Т.И. Александров</w:t>
      </w:r>
    </w:p>
    <w:p w:rsidR="007664CA" w:rsidRPr="005B2A9A" w:rsidRDefault="007664CA" w:rsidP="005B2A9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B2A9A">
        <w:rPr>
          <w:rFonts w:ascii="Times New Roman" w:hAnsi="Times New Roman"/>
          <w:b/>
          <w:sz w:val="28"/>
          <w:szCs w:val="28"/>
        </w:rPr>
        <w:t>Юбилейные даты 2023 года</w:t>
      </w:r>
    </w:p>
    <w:p w:rsidR="007664CA" w:rsidRPr="005B2A9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B2A9A">
        <w:rPr>
          <w:rFonts w:ascii="Times New Roman" w:hAnsi="Times New Roman"/>
          <w:i/>
          <w:sz w:val="28"/>
          <w:szCs w:val="28"/>
        </w:rPr>
        <w:t xml:space="preserve">Театр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125 лет Московскому Художественному театру (1898 г.)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160 лет со дня рождения К. С. Станиславского (1863-1938), русского актера и режиссера, реформатора сценического искусства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165 лет со дня рождения В.И. Немирович-Данченко (1858-1943), русского режиссера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125 лет со дня рождения С.М. Эйзенштейна (1898-1948), советского режиссера, новатора киноискусства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150 лет со дня рождения Ф.И. Шаляпина (1873-1938), великого русского певца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200 лет со дня рождения А.Н. Островского (1823-1886), выдающегося русского драматурга </w:t>
      </w:r>
    </w:p>
    <w:p w:rsidR="007664CA" w:rsidRPr="00B561D9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90 лет со дня рождения Андрея Вознесенского (1933-2010) </w:t>
      </w:r>
    </w:p>
    <w:p w:rsidR="007664CA" w:rsidRPr="005B2A9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B2A9A">
        <w:rPr>
          <w:rFonts w:ascii="Times New Roman" w:hAnsi="Times New Roman"/>
          <w:i/>
          <w:sz w:val="28"/>
          <w:szCs w:val="28"/>
        </w:rPr>
        <w:t xml:space="preserve">Кино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125 лет со дня рождения С.М. Эйзенштейна (1898-1948), советского режиссера, новатора киноискусства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85 лет со дня рождения Владимира Высоцкого (1938-1980), актера, певца и поэта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100 лет со дня рождения Л.И. Гайдая (1923-1993), российского режиссера, сценариста </w:t>
      </w:r>
    </w:p>
    <w:p w:rsidR="007664CA" w:rsidRPr="005B2A9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B2A9A">
        <w:rPr>
          <w:rFonts w:ascii="Times New Roman" w:hAnsi="Times New Roman"/>
          <w:i/>
          <w:sz w:val="28"/>
          <w:szCs w:val="28"/>
        </w:rPr>
        <w:t xml:space="preserve">Изобразительное искусство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125 лет Государственному Русскому музею (открыт для посетителей в 1898 г.)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130 лет назад (1893 г.) в Москве для всеобщего обозрения официально открылась «Городская галерея братьев Г.М. и С.М. Третьяковых», сейчас «Государственная Третьяковская галерея»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205 лет со времени открытия памятника Минину и Пожарскому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175 лет со дня рождения В.И. Сурикова (1848-1916), русского художника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130 лет со дня рождения А.</w:t>
      </w:r>
      <w:r w:rsidRPr="00B561D9">
        <w:rPr>
          <w:rFonts w:ascii="Times New Roman" w:hAnsi="Times New Roman"/>
          <w:sz w:val="28"/>
          <w:szCs w:val="28"/>
        </w:rPr>
        <w:t xml:space="preserve">А. Пластова (1893-1972), российского художника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145 лет со дня рождения Казимира Малевича (1878-1935), художника-авангардиста, автора «Черного квадрата»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145 лет со дня рождения Б. Кустодиева (1878-1927), русского художника </w:t>
      </w:r>
    </w:p>
    <w:p w:rsidR="007664CA" w:rsidRPr="00B561D9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210 лет со дня рождения Н.Л. Бенуа (1813-1898), русского архитектора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175 лет со дня рождения М.М. Антокольского (1843-1902), русского скульптора </w:t>
      </w:r>
    </w:p>
    <w:p w:rsidR="007664CA" w:rsidRPr="005B2A9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B2A9A">
        <w:rPr>
          <w:rFonts w:ascii="Times New Roman" w:hAnsi="Times New Roman"/>
          <w:i/>
          <w:sz w:val="28"/>
          <w:szCs w:val="28"/>
        </w:rPr>
        <w:t xml:space="preserve">Литература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90 лет Литературному институту им. А.М. Горького (1933 г.)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120 лет со дня рождения С.С. Гейченко (1903-1990), писателя, пушкиниста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205 лет со дня рождения И.С. Тургенева (1818-1883), классика русской литературы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>115 лет со дня рождения Н.Н. Носова</w:t>
      </w:r>
      <w:r>
        <w:rPr>
          <w:rFonts w:ascii="Times New Roman" w:hAnsi="Times New Roman"/>
          <w:sz w:val="28"/>
          <w:szCs w:val="28"/>
        </w:rPr>
        <w:t xml:space="preserve"> (1908-1976), русского писателя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110 лет со дня рождения В.Ю. Драгунского (1913-1972), советского писателя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220 лет со дня рождения Ф.И. Тютчева (1803-1873), русского поэта-философа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150 лет со дня рождения М.</w:t>
      </w:r>
      <w:r w:rsidRPr="00B561D9">
        <w:rPr>
          <w:rFonts w:ascii="Times New Roman" w:hAnsi="Times New Roman"/>
          <w:sz w:val="28"/>
          <w:szCs w:val="28"/>
        </w:rPr>
        <w:t xml:space="preserve">М. Пришвина (1873-1954), русского писателя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115 лет – Николай Носов (1908) – классик детской прозы, создатель рассказов о Незнайке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115 лет – Борис Полевой (Кампов, 17.03.1908) – прозаик советской эпохи, автор «Повести о настоящем человеке»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110 лет – Сергей Михалков (13.03.1913) – детский поэт, автор Гимна РФ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105 лет – Борис Заходер (09.09.1918) – детский писатель, автор сценариев к фильмам, переводчик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95 лет – Чингиз Айтматов (12.12.1928) – киргизский и русский прозаик, автор рассказов и романов о жизни простых людей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155 лет со дня рождения Максима Горького 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205-летний юбилей Ивана Тургенева 195-летие Льва Николаевича Толстого, выдающегося прозаика-реалиста, философа, просветителя и 155 лет со дня начала создания «Войны и мира»;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170 лет – создания романа «Анна Каренина»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115-летие Ивана Ефремова (1908) – писатель-фантаст, увлекавшийся космосом </w:t>
      </w:r>
    </w:p>
    <w:p w:rsidR="007664CA" w:rsidRPr="005B2A9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B2A9A">
        <w:rPr>
          <w:rFonts w:ascii="Times New Roman" w:hAnsi="Times New Roman"/>
          <w:i/>
          <w:sz w:val="28"/>
          <w:szCs w:val="28"/>
        </w:rPr>
        <w:t xml:space="preserve">Музыка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210 лет со дня рождения А. С. Даргомыжского (1813-1869), русского композитора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150 лет со дня рождения С.В. Рахманинова (1873-1943), русского композитора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190 лет со дня рождения Иоганнеса Брамса (1833-1897), немецкого дирижера, композитора, пианиста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210 лет со дня рождения Рихарда Вагнера (1813-1883), немецкого дирижера, композитора, пианиста </w:t>
      </w:r>
    </w:p>
    <w:p w:rsidR="007664CA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210 лет со дня рождения Джузеппе Верди (1813-1901), итальянского композитора </w:t>
      </w:r>
    </w:p>
    <w:p w:rsidR="007664CA" w:rsidRPr="00B561D9" w:rsidRDefault="007664CA" w:rsidP="00B5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>190 лет со дня рождения Александра Бородина (1833-1887), русского композитора, ученого-химика</w:t>
      </w:r>
    </w:p>
    <w:p w:rsidR="007664CA" w:rsidRPr="00884947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CA" w:rsidRPr="00B561D9" w:rsidRDefault="007664CA" w:rsidP="00B561D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561D9">
        <w:rPr>
          <w:rFonts w:ascii="Times New Roman" w:hAnsi="Times New Roman"/>
          <w:b/>
          <w:sz w:val="28"/>
          <w:szCs w:val="28"/>
        </w:rPr>
        <w:t>9. Использование учебной литературы и Интернет-ресурсов при подготовке школьников к олимпиаде</w:t>
      </w:r>
    </w:p>
    <w:p w:rsidR="007664CA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При подготовке участников к школьному и муниципальному этапам олимпиады целесообразно использовать следующие нижеприведенные источники.  </w:t>
      </w:r>
    </w:p>
    <w:p w:rsidR="007664CA" w:rsidRPr="00B561D9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561D9">
        <w:rPr>
          <w:rFonts w:ascii="Times New Roman" w:hAnsi="Times New Roman"/>
          <w:i/>
          <w:sz w:val="28"/>
          <w:szCs w:val="28"/>
        </w:rPr>
        <w:t xml:space="preserve">Основные источники </w:t>
      </w:r>
    </w:p>
    <w:p w:rsidR="007664CA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1. Сергеева Г. П., Кашекова И. Э., Критская Е. Д. Искусство: учебник 8–9- класс. – М.: Просвещение, 2020. </w:t>
      </w:r>
    </w:p>
    <w:p w:rsidR="007664CA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2. Данилова Г. И. Искусство: учебник 5 класс. – М.: Дрофа, 2020. </w:t>
      </w:r>
    </w:p>
    <w:p w:rsidR="007664CA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3. Данилова Г. И. Искусство: учебник 6 класс. – М.: Дрофа, 2020. </w:t>
      </w:r>
    </w:p>
    <w:p w:rsidR="007664CA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4. Данилова Г. И. Искусство: учебник 7 класс. – М.: Дрофа, 2020. </w:t>
      </w:r>
    </w:p>
    <w:p w:rsidR="007664CA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5. Данилова Г. И. Искусство: учебник 8 класс. – М.: Дрофа, 2020. </w:t>
      </w:r>
    </w:p>
    <w:p w:rsidR="007664CA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6. Данилова Г. И. Искусство: учебник 10 класс. – М.: Дрофа, 2020. </w:t>
      </w:r>
    </w:p>
    <w:p w:rsidR="007664CA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7. Данилова Г. И. Искусство: учебник 11 класс. – М.: Дрофа, 2020. </w:t>
      </w:r>
    </w:p>
    <w:p w:rsidR="007664CA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8. Емохонова Л. Г. Мировая художественная культура: учебник 10 класс. – М.: Академия, 2020.  </w:t>
      </w:r>
    </w:p>
    <w:p w:rsidR="007664CA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9. Емохонова Л. Г. Мировая художественная культура: учебник 11 класс. – М.: Академия, 2020. </w:t>
      </w:r>
    </w:p>
    <w:p w:rsidR="007664CA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10. Рапацкая Л. А. Мировая художественная культура (в 2 частях): учебник 10 класс.– М.: Владос, 2020. </w:t>
      </w:r>
    </w:p>
    <w:p w:rsidR="007664CA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11. Рапацкая Л. А. Мировая художественная культура (в 2 частях): учебник 11 класс. – М.: Владос, 2020. </w:t>
      </w:r>
    </w:p>
    <w:p w:rsidR="007664CA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12. Солодовников Ю. А. Мировая художественная культура: учебник 10 класс. – М.: Просвещение, 2020. </w:t>
      </w:r>
    </w:p>
    <w:p w:rsidR="007664CA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13. Солодовников Ю. А. Мировая художественная культура: учебник 11 класс. – М.: Просвещение, 2020. </w:t>
      </w:r>
    </w:p>
    <w:p w:rsidR="007664CA" w:rsidRPr="00B561D9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561D9">
        <w:rPr>
          <w:rFonts w:ascii="Times New Roman" w:hAnsi="Times New Roman"/>
          <w:i/>
          <w:sz w:val="28"/>
          <w:szCs w:val="28"/>
        </w:rPr>
        <w:t xml:space="preserve">Дополнительные источники: </w:t>
      </w:r>
    </w:p>
    <w:p w:rsidR="007664CA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 xml:space="preserve">1) Единая коллекция цифровых образовательных ресурсов – </w:t>
      </w:r>
      <w:hyperlink r:id="rId5" w:history="1">
        <w:r w:rsidRPr="00F37FD9">
          <w:rPr>
            <w:rStyle w:val="Hyperlink"/>
            <w:rFonts w:ascii="Times New Roman" w:hAnsi="Times New Roman"/>
            <w:sz w:val="28"/>
            <w:szCs w:val="28"/>
          </w:rPr>
          <w:t>http://schoolcollection.edu.ru/catalog</w:t>
        </w:r>
      </w:hyperlink>
      <w:r w:rsidRPr="00B561D9">
        <w:rPr>
          <w:rFonts w:ascii="Times New Roman" w:hAnsi="Times New Roman"/>
          <w:sz w:val="28"/>
          <w:szCs w:val="28"/>
        </w:rPr>
        <w:t xml:space="preserve"> </w:t>
      </w:r>
    </w:p>
    <w:p w:rsidR="007664CA" w:rsidRPr="00884947" w:rsidRDefault="007664CA" w:rsidP="0088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1D9">
        <w:rPr>
          <w:rFonts w:ascii="Times New Roman" w:hAnsi="Times New Roman"/>
          <w:sz w:val="28"/>
          <w:szCs w:val="28"/>
        </w:rPr>
        <w:t>2) «Культура.РФ» – гуманитарный просветительский проект - https://www.culture.ru/</w:t>
      </w:r>
    </w:p>
    <w:sectPr w:rsidR="007664CA" w:rsidRPr="00884947" w:rsidSect="00CD7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C1EB1"/>
    <w:multiLevelType w:val="hybridMultilevel"/>
    <w:tmpl w:val="1F0A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BA110A5"/>
    <w:multiLevelType w:val="hybridMultilevel"/>
    <w:tmpl w:val="97E4946E"/>
    <w:lvl w:ilvl="0" w:tplc="218EB1B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8FD"/>
    <w:rsid w:val="00054A7D"/>
    <w:rsid w:val="000977EA"/>
    <w:rsid w:val="00140BCD"/>
    <w:rsid w:val="001B567A"/>
    <w:rsid w:val="001D58F3"/>
    <w:rsid w:val="001F2D0B"/>
    <w:rsid w:val="001F4C0E"/>
    <w:rsid w:val="002F35F6"/>
    <w:rsid w:val="003578FD"/>
    <w:rsid w:val="00381397"/>
    <w:rsid w:val="003F5BC7"/>
    <w:rsid w:val="004421AC"/>
    <w:rsid w:val="00493586"/>
    <w:rsid w:val="0052510F"/>
    <w:rsid w:val="00574AA2"/>
    <w:rsid w:val="005B2A9A"/>
    <w:rsid w:val="005D3814"/>
    <w:rsid w:val="005D7B3A"/>
    <w:rsid w:val="00601405"/>
    <w:rsid w:val="0064672C"/>
    <w:rsid w:val="00740D7C"/>
    <w:rsid w:val="007664CA"/>
    <w:rsid w:val="007708BC"/>
    <w:rsid w:val="007A7765"/>
    <w:rsid w:val="007F373A"/>
    <w:rsid w:val="00873F91"/>
    <w:rsid w:val="00884947"/>
    <w:rsid w:val="008C044D"/>
    <w:rsid w:val="008F7140"/>
    <w:rsid w:val="00A56DA0"/>
    <w:rsid w:val="00B561D9"/>
    <w:rsid w:val="00BE2085"/>
    <w:rsid w:val="00CC18A9"/>
    <w:rsid w:val="00CC4888"/>
    <w:rsid w:val="00CD70A0"/>
    <w:rsid w:val="00D33090"/>
    <w:rsid w:val="00D9003B"/>
    <w:rsid w:val="00DB698E"/>
    <w:rsid w:val="00DC0CF3"/>
    <w:rsid w:val="00DC4AAA"/>
    <w:rsid w:val="00DE040C"/>
    <w:rsid w:val="00E376A8"/>
    <w:rsid w:val="00EB1B00"/>
    <w:rsid w:val="00EC17F4"/>
    <w:rsid w:val="00EF29B6"/>
    <w:rsid w:val="00F37FD9"/>
    <w:rsid w:val="00F4393E"/>
    <w:rsid w:val="00F836B6"/>
    <w:rsid w:val="00FF5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0A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40B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9003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B561D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D33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330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collection.edu.ru/catalo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347</TotalTime>
  <Pages>17</Pages>
  <Words>4601</Words>
  <Characters>26232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c3m9</dc:creator>
  <cp:keywords/>
  <dc:description/>
  <cp:lastModifiedBy>Olga</cp:lastModifiedBy>
  <cp:revision>33</cp:revision>
  <dcterms:created xsi:type="dcterms:W3CDTF">2022-10-04T08:15:00Z</dcterms:created>
  <dcterms:modified xsi:type="dcterms:W3CDTF">2022-11-13T14:25:00Z</dcterms:modified>
</cp:coreProperties>
</file>